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411" w:rsidRDefault="00C80411" w:rsidP="00A41B16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357.5pt;margin-top:-36pt;width:173.75pt;height:119.7pt;z-index:-251658240;visibility:visible">
            <v:imagedata r:id="rId7" o:title="" croptop="50264f" cropbottom="5799f" cropleft="6931f" cropright="39700f"/>
          </v:shape>
        </w:pict>
      </w:r>
      <w:r>
        <w:rPr>
          <w:rFonts w:ascii="Times New Roman" w:hAnsi="Times New Roman"/>
          <w:b/>
          <w:sz w:val="28"/>
          <w:szCs w:val="28"/>
          <w:lang w:eastAsia="ru-RU"/>
        </w:rPr>
        <w:t>Планируемые результаты внеурочной деятельности</w:t>
      </w:r>
    </w:p>
    <w:p w:rsidR="00C80411" w:rsidRPr="00312B4C" w:rsidRDefault="00C80411" w:rsidP="00A41B16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« Тропинка к своему «Я».</w:t>
      </w:r>
    </w:p>
    <w:p w:rsidR="00C80411" w:rsidRPr="00312B4C" w:rsidRDefault="00C80411" w:rsidP="00312B4C">
      <w:pPr>
        <w:spacing w:after="0" w:line="240" w:lineRule="auto"/>
        <w:jc w:val="both"/>
        <w:rPr>
          <w:rFonts w:ascii="Times New Roman" w:hAnsi="Times New Roman"/>
          <w:b/>
          <w:color w:val="0070C0"/>
          <w:sz w:val="28"/>
          <w:szCs w:val="28"/>
        </w:rPr>
      </w:pPr>
      <w:r w:rsidRPr="00312B4C">
        <w:rPr>
          <w:rFonts w:ascii="Times New Roman" w:hAnsi="Times New Roman"/>
          <w:b/>
          <w:color w:val="000000"/>
          <w:sz w:val="28"/>
          <w:szCs w:val="28"/>
        </w:rPr>
        <w:t>Предполагаемые результаты реализации программы</w:t>
      </w:r>
    </w:p>
    <w:p w:rsidR="00C80411" w:rsidRPr="00312B4C" w:rsidRDefault="00C80411" w:rsidP="00312B4C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2B4C">
        <w:rPr>
          <w:rFonts w:ascii="Times New Roman" w:hAnsi="Times New Roman"/>
          <w:sz w:val="28"/>
          <w:szCs w:val="28"/>
          <w:lang w:eastAsia="ru-RU"/>
        </w:rPr>
        <w:t>Результаты внеурочной деятельности:</w:t>
      </w:r>
    </w:p>
    <w:p w:rsidR="00C80411" w:rsidRPr="00312B4C" w:rsidRDefault="00C80411" w:rsidP="00312B4C">
      <w:pPr>
        <w:tabs>
          <w:tab w:val="left" w:pos="2336"/>
        </w:tabs>
        <w:spacing w:before="60" w:after="40" w:line="240" w:lineRule="auto"/>
        <w:jc w:val="both"/>
        <w:rPr>
          <w:rFonts w:ascii="Times New Roman" w:hAnsi="Times New Roman"/>
          <w:spacing w:val="-4"/>
          <w:sz w:val="28"/>
          <w:szCs w:val="28"/>
          <w:lang w:eastAsia="ru-RU"/>
        </w:rPr>
      </w:pPr>
      <w:r w:rsidRPr="00312B4C">
        <w:rPr>
          <w:rFonts w:ascii="Times New Roman" w:hAnsi="Times New Roman"/>
          <w:sz w:val="28"/>
          <w:szCs w:val="28"/>
          <w:lang w:eastAsia="ru-RU"/>
        </w:rPr>
        <w:t>–</w:t>
      </w:r>
      <w:r w:rsidRPr="00312B4C">
        <w:rPr>
          <w:rFonts w:ascii="Times New Roman" w:hAnsi="Times New Roman"/>
          <w:spacing w:val="-4"/>
          <w:sz w:val="28"/>
          <w:szCs w:val="28"/>
          <w:lang w:eastAsia="ru-RU"/>
        </w:rPr>
        <w:t>приобретение школьником социальных знаний, понимания социальной реальности и повседневной жизни</w:t>
      </w:r>
    </w:p>
    <w:p w:rsidR="00C80411" w:rsidRPr="00312B4C" w:rsidRDefault="00C80411" w:rsidP="00312B4C">
      <w:pPr>
        <w:tabs>
          <w:tab w:val="left" w:pos="2336"/>
        </w:tabs>
        <w:spacing w:before="60" w:after="4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2B4C">
        <w:rPr>
          <w:rFonts w:ascii="Times New Roman" w:hAnsi="Times New Roman"/>
          <w:sz w:val="28"/>
          <w:szCs w:val="28"/>
          <w:lang w:eastAsia="ru-RU"/>
        </w:rPr>
        <w:t>–</w:t>
      </w:r>
      <w:r w:rsidRPr="00312B4C">
        <w:rPr>
          <w:rFonts w:ascii="Times New Roman" w:hAnsi="Times New Roman"/>
          <w:spacing w:val="-4"/>
          <w:sz w:val="28"/>
          <w:szCs w:val="28"/>
          <w:lang w:eastAsia="ru-RU"/>
        </w:rPr>
        <w:t>формирование позитивного отношения школьника к базовым ценностям нашего общества и к социальной реальности в целом.</w:t>
      </w:r>
    </w:p>
    <w:p w:rsidR="00C80411" w:rsidRPr="00312B4C" w:rsidRDefault="00C80411" w:rsidP="00312B4C">
      <w:pPr>
        <w:spacing w:after="80" w:line="240" w:lineRule="auto"/>
        <w:ind w:right="45"/>
        <w:jc w:val="both"/>
        <w:rPr>
          <w:rFonts w:ascii="Times New Roman" w:hAnsi="Times New Roman"/>
          <w:spacing w:val="4"/>
          <w:sz w:val="28"/>
          <w:szCs w:val="28"/>
          <w:lang w:eastAsia="ru-RU"/>
        </w:rPr>
      </w:pPr>
      <w:r w:rsidRPr="00312B4C">
        <w:rPr>
          <w:rFonts w:ascii="Times New Roman" w:hAnsi="Times New Roman"/>
          <w:sz w:val="28"/>
          <w:szCs w:val="28"/>
          <w:lang w:eastAsia="ru-RU"/>
        </w:rPr>
        <w:t>–</w:t>
      </w:r>
      <w:r w:rsidRPr="00312B4C">
        <w:rPr>
          <w:rFonts w:ascii="Times New Roman" w:hAnsi="Times New Roman"/>
          <w:spacing w:val="4"/>
          <w:sz w:val="28"/>
          <w:szCs w:val="28"/>
          <w:lang w:eastAsia="ru-RU"/>
        </w:rPr>
        <w:t>приобретение школьником опыта самостоятельного социального действия.</w:t>
      </w:r>
    </w:p>
    <w:p w:rsidR="00C80411" w:rsidRPr="00312B4C" w:rsidRDefault="00C80411" w:rsidP="00312B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2B4C">
        <w:rPr>
          <w:rFonts w:ascii="Times New Roman" w:hAnsi="Times New Roman"/>
          <w:sz w:val="28"/>
          <w:szCs w:val="28"/>
          <w:lang w:eastAsia="ru-RU"/>
        </w:rPr>
        <w:t>В результате изучения данного курса на ступени начального общего образования у выпускников будут сформированы личностные, познавательные  и  коммуникативные  универсальные учебные действия как основа умения учиться.</w:t>
      </w:r>
    </w:p>
    <w:p w:rsidR="00C80411" w:rsidRPr="00312B4C" w:rsidRDefault="00C80411" w:rsidP="00312B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2B4C">
        <w:rPr>
          <w:rFonts w:ascii="Times New Roman" w:hAnsi="Times New Roman"/>
          <w:sz w:val="28"/>
          <w:szCs w:val="28"/>
          <w:lang w:eastAsia="ru-RU"/>
        </w:rPr>
        <w:t>В  сфере личностных универсальных учебных действий будут сформированы внутренняя позиция обучающегося, адекватная мотивация учебной деятельности, включая учебные и познавательные мотивы, ориентация на моральные нормы и их выполнение, способность к моральной децентрации.</w:t>
      </w:r>
    </w:p>
    <w:p w:rsidR="00C80411" w:rsidRPr="00312B4C" w:rsidRDefault="00C80411" w:rsidP="00312B4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2B4C">
        <w:rPr>
          <w:rFonts w:ascii="Times New Roman" w:hAnsi="Times New Roman"/>
          <w:sz w:val="28"/>
          <w:szCs w:val="28"/>
          <w:lang w:eastAsia="ru-RU"/>
        </w:rPr>
        <w:t>В  сфере познавательных универсальных учебных  действий  выпускники научатся воспринимать и анализировать сообщения, тексты, овладеют действием моделирования, а также широким спектром логических действий и операций.</w:t>
      </w:r>
    </w:p>
    <w:p w:rsidR="00C80411" w:rsidRPr="00312B4C" w:rsidRDefault="00C80411" w:rsidP="00312B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2B4C">
        <w:rPr>
          <w:rFonts w:ascii="Times New Roman" w:hAnsi="Times New Roman"/>
          <w:sz w:val="28"/>
          <w:szCs w:val="28"/>
          <w:lang w:eastAsia="ru-RU"/>
        </w:rPr>
        <w:t>В  сфере коммуникативных универсальных учебных действий выпускники приобретут умения учитывать позицию собеседника (партнёра), организовывать и осуществлять сотрудничество и кооперацию с учителем и сверстниками, адекватно воспринимать и передавать информацию, отображать предметное содержание и условия деятельности в сообщениях, важнейшими компонентами которых являются тексты.</w:t>
      </w:r>
    </w:p>
    <w:p w:rsidR="00C80411" w:rsidRPr="00312B4C" w:rsidRDefault="00C80411" w:rsidP="00A41B16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312B4C">
        <w:rPr>
          <w:rFonts w:ascii="Times New Roman" w:hAnsi="Times New Roman"/>
          <w:b/>
          <w:i/>
          <w:sz w:val="28"/>
          <w:szCs w:val="28"/>
          <w:lang w:eastAsia="ru-RU"/>
        </w:rPr>
        <w:t>Личностные универсальные учебные действия</w:t>
      </w:r>
    </w:p>
    <w:p w:rsidR="00C80411" w:rsidRPr="00312B4C" w:rsidRDefault="00C80411" w:rsidP="00312B4C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312B4C">
        <w:rPr>
          <w:rFonts w:ascii="Times New Roman" w:hAnsi="Times New Roman"/>
          <w:i/>
          <w:sz w:val="28"/>
          <w:szCs w:val="28"/>
          <w:lang w:eastAsia="ru-RU"/>
        </w:rPr>
        <w:t>У выпускника будут сформированы:</w:t>
      </w:r>
    </w:p>
    <w:p w:rsidR="00C80411" w:rsidRPr="00312B4C" w:rsidRDefault="00C80411" w:rsidP="00312B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2B4C">
        <w:rPr>
          <w:rFonts w:ascii="Times New Roman" w:hAnsi="Times New Roman"/>
          <w:sz w:val="28"/>
          <w:szCs w:val="28"/>
          <w:lang w:eastAsia="ru-RU"/>
        </w:rPr>
        <w:t>• внутренняя позиция школьника на уровне положительного отношения к школе, ориентации на содержательные моменты школьной действительности и принятия образца «хорошего ученика»;</w:t>
      </w:r>
    </w:p>
    <w:p w:rsidR="00C80411" w:rsidRPr="00312B4C" w:rsidRDefault="00C80411" w:rsidP="00312B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2B4C">
        <w:rPr>
          <w:rFonts w:ascii="Times New Roman" w:hAnsi="Times New Roman"/>
          <w:sz w:val="28"/>
          <w:szCs w:val="28"/>
          <w:lang w:eastAsia="ru-RU"/>
        </w:rPr>
        <w:t>• широкая мотивационная основа учебной деятельности, включающая социальные, учебно-познавательные и внешние мотивы;</w:t>
      </w:r>
    </w:p>
    <w:p w:rsidR="00C80411" w:rsidRPr="00312B4C" w:rsidRDefault="00C80411" w:rsidP="00312B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2B4C">
        <w:rPr>
          <w:rFonts w:ascii="Times New Roman" w:hAnsi="Times New Roman"/>
          <w:sz w:val="28"/>
          <w:szCs w:val="28"/>
          <w:lang w:eastAsia="ru-RU"/>
        </w:rPr>
        <w:t>• учебно-познавательный интерес к новому учебному материалу и способам решения новой задачи;</w:t>
      </w:r>
    </w:p>
    <w:p w:rsidR="00C80411" w:rsidRPr="00312B4C" w:rsidRDefault="00C80411" w:rsidP="00312B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2B4C">
        <w:rPr>
          <w:rFonts w:ascii="Times New Roman" w:hAnsi="Times New Roman"/>
          <w:sz w:val="28"/>
          <w:szCs w:val="28"/>
          <w:lang w:eastAsia="ru-RU"/>
        </w:rPr>
        <w:t>• ориентация на понимание причин успеха в учебной деятельности, в том числе на самоанализ и самоконтроль результата, на анализ соответствия результатов требованиям конкретной задачи, на понимание предложений и  оценок учителей, товарищей, родителей и других людей;</w:t>
      </w:r>
    </w:p>
    <w:p w:rsidR="00C80411" w:rsidRPr="00312B4C" w:rsidRDefault="00C80411" w:rsidP="00312B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2B4C">
        <w:rPr>
          <w:rFonts w:ascii="Times New Roman" w:hAnsi="Times New Roman"/>
          <w:sz w:val="28"/>
          <w:szCs w:val="28"/>
          <w:lang w:eastAsia="ru-RU"/>
        </w:rPr>
        <w:t>• способность к самооценке на основе критериев успешности учебной деятельности;</w:t>
      </w:r>
    </w:p>
    <w:p w:rsidR="00C80411" w:rsidRPr="00312B4C" w:rsidRDefault="00C80411" w:rsidP="00312B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2B4C">
        <w:rPr>
          <w:rFonts w:ascii="Times New Roman" w:hAnsi="Times New Roman"/>
          <w:sz w:val="28"/>
          <w:szCs w:val="28"/>
          <w:lang w:eastAsia="ru-RU"/>
        </w:rPr>
        <w:t>• ориентация в нравственном содержании и смысле как собственных поступков, так и поступков окружающих людей;</w:t>
      </w:r>
    </w:p>
    <w:p w:rsidR="00C80411" w:rsidRPr="00312B4C" w:rsidRDefault="00C80411" w:rsidP="00312B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2B4C">
        <w:rPr>
          <w:rFonts w:ascii="Times New Roman" w:hAnsi="Times New Roman"/>
          <w:sz w:val="28"/>
          <w:szCs w:val="28"/>
          <w:lang w:eastAsia="ru-RU"/>
        </w:rPr>
        <w:t>• знание основных моральных норм и ориентация на их выполнение, дифференциация моральных и конвенциональных норм;</w:t>
      </w:r>
    </w:p>
    <w:p w:rsidR="00C80411" w:rsidRPr="00312B4C" w:rsidRDefault="00C80411" w:rsidP="00312B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2B4C">
        <w:rPr>
          <w:rFonts w:ascii="Times New Roman" w:hAnsi="Times New Roman"/>
          <w:sz w:val="28"/>
          <w:szCs w:val="28"/>
          <w:lang w:eastAsia="ru-RU"/>
        </w:rPr>
        <w:t>• развитие этических чувств — стыда, вины, совести как регуляторов морального поведения;</w:t>
      </w:r>
    </w:p>
    <w:p w:rsidR="00C80411" w:rsidRPr="00312B4C" w:rsidRDefault="00C80411" w:rsidP="00312B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2B4C">
        <w:rPr>
          <w:rFonts w:ascii="Times New Roman" w:hAnsi="Times New Roman"/>
          <w:sz w:val="28"/>
          <w:szCs w:val="28"/>
          <w:lang w:eastAsia="ru-RU"/>
        </w:rPr>
        <w:t>• эмпатия как понимание чувств других людей и сопереживание им;</w:t>
      </w:r>
    </w:p>
    <w:p w:rsidR="00C80411" w:rsidRPr="00312B4C" w:rsidRDefault="00C80411" w:rsidP="00312B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2B4C">
        <w:rPr>
          <w:rFonts w:ascii="Times New Roman" w:hAnsi="Times New Roman"/>
          <w:sz w:val="28"/>
          <w:szCs w:val="28"/>
          <w:lang w:eastAsia="ru-RU"/>
        </w:rPr>
        <w:t>• установка на здоровый образ жизни;</w:t>
      </w:r>
    </w:p>
    <w:p w:rsidR="00C80411" w:rsidRPr="00312B4C" w:rsidRDefault="00C80411" w:rsidP="00312B4C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312B4C">
        <w:rPr>
          <w:rFonts w:ascii="Times New Roman" w:hAnsi="Times New Roman"/>
          <w:i/>
          <w:sz w:val="28"/>
          <w:szCs w:val="28"/>
          <w:lang w:eastAsia="ru-RU"/>
        </w:rPr>
        <w:t>Выпускник получит возможность для формирования:</w:t>
      </w:r>
    </w:p>
    <w:p w:rsidR="00C80411" w:rsidRPr="00312B4C" w:rsidRDefault="00C80411" w:rsidP="00312B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2B4C">
        <w:rPr>
          <w:rFonts w:ascii="Times New Roman" w:hAnsi="Times New Roman"/>
          <w:sz w:val="28"/>
          <w:szCs w:val="28"/>
          <w:lang w:eastAsia="ru-RU"/>
        </w:rPr>
        <w:t>• внутренней позиции обучающегося на уровне положительного отношения к образовательному учреждению, понимания необходимости учения, выраженного в преобладании учебно-познавательных мотивов и предпочтении социального способа оценки знаний;</w:t>
      </w:r>
    </w:p>
    <w:p w:rsidR="00C80411" w:rsidRPr="00312B4C" w:rsidRDefault="00C80411" w:rsidP="00312B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2B4C">
        <w:rPr>
          <w:rFonts w:ascii="Times New Roman" w:hAnsi="Times New Roman"/>
          <w:sz w:val="28"/>
          <w:szCs w:val="28"/>
          <w:lang w:eastAsia="ru-RU"/>
        </w:rPr>
        <w:t>•  выраженной устойчивой учебно-познавательной мотивации учения;</w:t>
      </w:r>
    </w:p>
    <w:p w:rsidR="00C80411" w:rsidRPr="00312B4C" w:rsidRDefault="00C80411" w:rsidP="00312B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2B4C">
        <w:rPr>
          <w:rFonts w:ascii="Times New Roman" w:hAnsi="Times New Roman"/>
          <w:sz w:val="28"/>
          <w:szCs w:val="28"/>
          <w:lang w:eastAsia="ru-RU"/>
        </w:rPr>
        <w:t>• устойчивого учебно-познавательного интереса к новым общим способам решения задач;</w:t>
      </w:r>
    </w:p>
    <w:p w:rsidR="00C80411" w:rsidRPr="00312B4C" w:rsidRDefault="00C80411" w:rsidP="00312B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2B4C">
        <w:rPr>
          <w:rFonts w:ascii="Times New Roman" w:hAnsi="Times New Roman"/>
          <w:sz w:val="28"/>
          <w:szCs w:val="28"/>
          <w:lang w:eastAsia="ru-RU"/>
        </w:rPr>
        <w:t>• адекватного понимания причин успешности/неуспешности учебной деятельности;</w:t>
      </w:r>
    </w:p>
    <w:p w:rsidR="00C80411" w:rsidRPr="00312B4C" w:rsidRDefault="00C80411" w:rsidP="00312B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2B4C">
        <w:rPr>
          <w:rFonts w:ascii="Times New Roman" w:hAnsi="Times New Roman"/>
          <w:sz w:val="28"/>
          <w:szCs w:val="28"/>
          <w:lang w:eastAsia="ru-RU"/>
        </w:rPr>
        <w:t>• положительной адекватной дифференцированной самооценки на основе критерия успешности реализации социальной роли «хорошего ученика»;</w:t>
      </w:r>
    </w:p>
    <w:p w:rsidR="00C80411" w:rsidRPr="00312B4C" w:rsidRDefault="00C80411" w:rsidP="00312B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2B4C">
        <w:rPr>
          <w:rFonts w:ascii="Times New Roman" w:hAnsi="Times New Roman"/>
          <w:sz w:val="28"/>
          <w:szCs w:val="28"/>
          <w:lang w:eastAsia="ru-RU"/>
        </w:rPr>
        <w:t>• компетентности в реализации основ гражданской идентичности в поступках и деятельности;</w:t>
      </w:r>
    </w:p>
    <w:p w:rsidR="00C80411" w:rsidRPr="00312B4C" w:rsidRDefault="00C80411" w:rsidP="00312B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2B4C">
        <w:rPr>
          <w:rFonts w:ascii="Times New Roman" w:hAnsi="Times New Roman"/>
          <w:sz w:val="28"/>
          <w:szCs w:val="28"/>
          <w:lang w:eastAsia="ru-RU"/>
        </w:rPr>
        <w:t>• морального сознания на конвенциональном уровне, способности к решению моральных дилемм на основе учёта позиций партнёров в общении, ориентации на их мотивы и чувства, устойчивое следование в поведении моральным нормам и этическим требованиям;</w:t>
      </w:r>
    </w:p>
    <w:p w:rsidR="00C80411" w:rsidRPr="00312B4C" w:rsidRDefault="00C80411" w:rsidP="00312B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2B4C">
        <w:rPr>
          <w:rFonts w:ascii="Times New Roman" w:hAnsi="Times New Roman"/>
          <w:sz w:val="28"/>
          <w:szCs w:val="28"/>
          <w:lang w:eastAsia="ru-RU"/>
        </w:rPr>
        <w:t>• установки на здоровый образ жизни и реализации её в реальном поведении и поступках;</w:t>
      </w:r>
    </w:p>
    <w:p w:rsidR="00C80411" w:rsidRPr="00312B4C" w:rsidRDefault="00C80411" w:rsidP="00312B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2B4C">
        <w:rPr>
          <w:rFonts w:ascii="Times New Roman" w:hAnsi="Times New Roman"/>
          <w:sz w:val="28"/>
          <w:szCs w:val="28"/>
          <w:lang w:eastAsia="ru-RU"/>
        </w:rPr>
        <w:t>• эмпатии как осознанного понимания чувств других людей и сопереживания им, выражающихся в поступках, направленных на помощь и обеспечение благополучия.</w:t>
      </w:r>
    </w:p>
    <w:p w:rsidR="00C80411" w:rsidRPr="00312B4C" w:rsidRDefault="00C80411" w:rsidP="00A41B16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312B4C">
        <w:rPr>
          <w:rFonts w:ascii="Times New Roman" w:hAnsi="Times New Roman"/>
          <w:b/>
          <w:i/>
          <w:sz w:val="28"/>
          <w:szCs w:val="28"/>
          <w:lang w:eastAsia="ru-RU"/>
        </w:rPr>
        <w:t>Познавательные универсальные учебные действия</w:t>
      </w:r>
    </w:p>
    <w:p w:rsidR="00C80411" w:rsidRPr="00312B4C" w:rsidRDefault="00C80411" w:rsidP="00312B4C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312B4C">
        <w:rPr>
          <w:rFonts w:ascii="Times New Roman" w:hAnsi="Times New Roman"/>
          <w:i/>
          <w:sz w:val="28"/>
          <w:szCs w:val="28"/>
          <w:lang w:eastAsia="ru-RU"/>
        </w:rPr>
        <w:t>Ученик научится:</w:t>
      </w:r>
    </w:p>
    <w:p w:rsidR="00C80411" w:rsidRPr="00312B4C" w:rsidRDefault="00C80411" w:rsidP="00312B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2B4C">
        <w:rPr>
          <w:rFonts w:ascii="Times New Roman" w:hAnsi="Times New Roman"/>
          <w:sz w:val="28"/>
          <w:szCs w:val="28"/>
          <w:lang w:eastAsia="ru-RU"/>
        </w:rPr>
        <w:t>• 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цифровые), в открытом информационном пространстве, в том числе контролируемом пространстве Интернета;</w:t>
      </w:r>
    </w:p>
    <w:p w:rsidR="00C80411" w:rsidRPr="00312B4C" w:rsidRDefault="00C80411" w:rsidP="00312B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2B4C">
        <w:rPr>
          <w:rFonts w:ascii="Times New Roman" w:hAnsi="Times New Roman"/>
          <w:sz w:val="28"/>
          <w:szCs w:val="28"/>
          <w:lang w:eastAsia="ru-RU"/>
        </w:rPr>
        <w:t>• строить сообщения в устной и письменной форме;</w:t>
      </w:r>
    </w:p>
    <w:p w:rsidR="00C80411" w:rsidRPr="00312B4C" w:rsidRDefault="00C80411" w:rsidP="00312B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2B4C">
        <w:rPr>
          <w:rFonts w:ascii="Times New Roman" w:hAnsi="Times New Roman"/>
          <w:sz w:val="28"/>
          <w:szCs w:val="28"/>
          <w:lang w:eastAsia="ru-RU"/>
        </w:rPr>
        <w:t>• строить рассуждения в форме связи простых суждений об объекте, его строении, свойствах и связях;</w:t>
      </w:r>
    </w:p>
    <w:p w:rsidR="00C80411" w:rsidRPr="00312B4C" w:rsidRDefault="00C80411" w:rsidP="00312B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2B4C">
        <w:rPr>
          <w:rFonts w:ascii="Times New Roman" w:hAnsi="Times New Roman"/>
          <w:sz w:val="28"/>
          <w:szCs w:val="28"/>
          <w:lang w:eastAsia="ru-RU"/>
        </w:rPr>
        <w:t>• обобщать, т. е. осуществлять генерализацию и выведение общности для целого ряда или класса единичных объектов на основе выделения сущностной связи;</w:t>
      </w:r>
    </w:p>
    <w:p w:rsidR="00C80411" w:rsidRPr="00312B4C" w:rsidRDefault="00C80411" w:rsidP="00312B4C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312B4C">
        <w:rPr>
          <w:rFonts w:ascii="Times New Roman" w:hAnsi="Times New Roman"/>
          <w:i/>
          <w:sz w:val="28"/>
          <w:szCs w:val="28"/>
          <w:lang w:eastAsia="ru-RU"/>
        </w:rPr>
        <w:t>Ученик получит возможность научиться:</w:t>
      </w:r>
    </w:p>
    <w:p w:rsidR="00C80411" w:rsidRPr="00312B4C" w:rsidRDefault="00C80411" w:rsidP="00312B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2B4C">
        <w:rPr>
          <w:rFonts w:ascii="Times New Roman" w:hAnsi="Times New Roman"/>
          <w:sz w:val="28"/>
          <w:szCs w:val="28"/>
          <w:lang w:eastAsia="ru-RU"/>
        </w:rPr>
        <w:t>• осуществлять расширенный поиск информации с использованием ресурсов библиотек и сети Интернет.</w:t>
      </w:r>
    </w:p>
    <w:p w:rsidR="00C80411" w:rsidRPr="00312B4C" w:rsidRDefault="00C80411" w:rsidP="00A41B16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312B4C">
        <w:rPr>
          <w:rFonts w:ascii="Times New Roman" w:hAnsi="Times New Roman"/>
          <w:b/>
          <w:i/>
          <w:sz w:val="28"/>
          <w:szCs w:val="28"/>
          <w:lang w:eastAsia="ru-RU"/>
        </w:rPr>
        <w:t>Коммуникативные универсальные учебные действия</w:t>
      </w:r>
    </w:p>
    <w:p w:rsidR="00C80411" w:rsidRPr="00312B4C" w:rsidRDefault="00C80411" w:rsidP="00312B4C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312B4C">
        <w:rPr>
          <w:rFonts w:ascii="Times New Roman" w:hAnsi="Times New Roman"/>
          <w:i/>
          <w:sz w:val="28"/>
          <w:szCs w:val="28"/>
          <w:lang w:eastAsia="ru-RU"/>
        </w:rPr>
        <w:t>Ученик  научится:</w:t>
      </w:r>
    </w:p>
    <w:p w:rsidR="00C80411" w:rsidRPr="00312B4C" w:rsidRDefault="00C80411" w:rsidP="00312B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2B4C">
        <w:rPr>
          <w:rFonts w:ascii="Times New Roman" w:hAnsi="Times New Roman"/>
          <w:sz w:val="28"/>
          <w:szCs w:val="28"/>
          <w:lang w:eastAsia="ru-RU"/>
        </w:rPr>
        <w:t>• адекватно использовать коммуникативные, прежде всего речевые, средства для решения различных коммуникативных задач;</w:t>
      </w:r>
    </w:p>
    <w:p w:rsidR="00C80411" w:rsidRPr="00312B4C" w:rsidRDefault="00C80411" w:rsidP="00312B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2B4C">
        <w:rPr>
          <w:rFonts w:ascii="Times New Roman" w:hAnsi="Times New Roman"/>
          <w:sz w:val="28"/>
          <w:szCs w:val="28"/>
          <w:lang w:eastAsia="ru-RU"/>
        </w:rPr>
        <w:t>• допускать возможность существования у людей различных точек зрения, в том числе не совпадающих с его собственной, и ориентироваться на позицию партнёра в общении и взаимодействии;</w:t>
      </w:r>
    </w:p>
    <w:p w:rsidR="00C80411" w:rsidRPr="00312B4C" w:rsidRDefault="00C80411" w:rsidP="00312B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2B4C">
        <w:rPr>
          <w:rFonts w:ascii="Times New Roman" w:hAnsi="Times New Roman"/>
          <w:sz w:val="28"/>
          <w:szCs w:val="28"/>
          <w:lang w:eastAsia="ru-RU"/>
        </w:rPr>
        <w:t>• учитывать разные мнения и стремиться к координации различных позиций в сотрудничестве;</w:t>
      </w:r>
    </w:p>
    <w:p w:rsidR="00C80411" w:rsidRPr="00312B4C" w:rsidRDefault="00C80411" w:rsidP="00312B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2B4C">
        <w:rPr>
          <w:rFonts w:ascii="Times New Roman" w:hAnsi="Times New Roman"/>
          <w:sz w:val="28"/>
          <w:szCs w:val="28"/>
          <w:lang w:eastAsia="ru-RU"/>
        </w:rPr>
        <w:t>• формулировать собственное мнение и позицию;</w:t>
      </w:r>
    </w:p>
    <w:p w:rsidR="00C80411" w:rsidRPr="00312B4C" w:rsidRDefault="00C80411" w:rsidP="00312B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2B4C">
        <w:rPr>
          <w:rFonts w:ascii="Times New Roman" w:hAnsi="Times New Roman"/>
          <w:sz w:val="28"/>
          <w:szCs w:val="28"/>
          <w:lang w:eastAsia="ru-RU"/>
        </w:rPr>
        <w:t>• договариваться и приходить к общему решению в совместной деятельности, в том числе в ситуации столкновения интересов;</w:t>
      </w:r>
    </w:p>
    <w:p w:rsidR="00C80411" w:rsidRPr="00312B4C" w:rsidRDefault="00C80411" w:rsidP="00312B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2B4C">
        <w:rPr>
          <w:rFonts w:ascii="Times New Roman" w:hAnsi="Times New Roman"/>
          <w:sz w:val="28"/>
          <w:szCs w:val="28"/>
          <w:lang w:eastAsia="ru-RU"/>
        </w:rPr>
        <w:t>• строить понятные для партнёра высказывания, учитывающие, что партнёр знает и видит, а что нет;</w:t>
      </w:r>
    </w:p>
    <w:p w:rsidR="00C80411" w:rsidRPr="00312B4C" w:rsidRDefault="00C80411" w:rsidP="00312B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2B4C">
        <w:rPr>
          <w:rFonts w:ascii="Times New Roman" w:hAnsi="Times New Roman"/>
          <w:sz w:val="28"/>
          <w:szCs w:val="28"/>
          <w:lang w:eastAsia="ru-RU"/>
        </w:rPr>
        <w:t>• задавать вопросы;</w:t>
      </w:r>
    </w:p>
    <w:p w:rsidR="00C80411" w:rsidRPr="00312B4C" w:rsidRDefault="00C80411" w:rsidP="00312B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2B4C">
        <w:rPr>
          <w:rFonts w:ascii="Times New Roman" w:hAnsi="Times New Roman"/>
          <w:sz w:val="28"/>
          <w:szCs w:val="28"/>
          <w:lang w:eastAsia="ru-RU"/>
        </w:rPr>
        <w:t>• контролировать действия партнёра.</w:t>
      </w:r>
    </w:p>
    <w:p w:rsidR="00C80411" w:rsidRPr="00312B4C" w:rsidRDefault="00C80411" w:rsidP="00312B4C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312B4C">
        <w:rPr>
          <w:rFonts w:ascii="Times New Roman" w:hAnsi="Times New Roman"/>
          <w:i/>
          <w:sz w:val="28"/>
          <w:szCs w:val="28"/>
          <w:lang w:eastAsia="ru-RU"/>
        </w:rPr>
        <w:t>Ученик получит возможность научиться:</w:t>
      </w:r>
    </w:p>
    <w:p w:rsidR="00C80411" w:rsidRPr="00312B4C" w:rsidRDefault="00C80411" w:rsidP="00312B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2B4C">
        <w:rPr>
          <w:rFonts w:ascii="Times New Roman" w:hAnsi="Times New Roman"/>
          <w:sz w:val="28"/>
          <w:szCs w:val="28"/>
          <w:lang w:eastAsia="ru-RU"/>
        </w:rPr>
        <w:t>• учитывать и координировать в сотрудничестве позиции других людей, отличные от собственной;</w:t>
      </w:r>
    </w:p>
    <w:p w:rsidR="00C80411" w:rsidRPr="00312B4C" w:rsidRDefault="00C80411" w:rsidP="00312B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2B4C">
        <w:rPr>
          <w:rFonts w:ascii="Times New Roman" w:hAnsi="Times New Roman"/>
          <w:sz w:val="28"/>
          <w:szCs w:val="28"/>
          <w:lang w:eastAsia="ru-RU"/>
        </w:rPr>
        <w:t>• учитывать разные мнения и интересы и обосновывать собственную позицию;</w:t>
      </w:r>
    </w:p>
    <w:p w:rsidR="00C80411" w:rsidRPr="00312B4C" w:rsidRDefault="00C80411" w:rsidP="00312B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2B4C">
        <w:rPr>
          <w:rFonts w:ascii="Times New Roman" w:hAnsi="Times New Roman"/>
          <w:sz w:val="28"/>
          <w:szCs w:val="28"/>
          <w:lang w:eastAsia="ru-RU"/>
        </w:rPr>
        <w:t>• понимать относительность мнений и подходов к решению проблемы;</w:t>
      </w:r>
    </w:p>
    <w:p w:rsidR="00C80411" w:rsidRPr="00312B4C" w:rsidRDefault="00C80411" w:rsidP="00312B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2B4C">
        <w:rPr>
          <w:rFonts w:ascii="Times New Roman" w:hAnsi="Times New Roman"/>
          <w:sz w:val="28"/>
          <w:szCs w:val="28"/>
          <w:lang w:eastAsia="ru-RU"/>
        </w:rPr>
        <w:t>• аргументировать свою позицию и координировать её с позициями партнёров в сотрудничестве при выработке общего решения в совместной деятельности;</w:t>
      </w:r>
    </w:p>
    <w:p w:rsidR="00C80411" w:rsidRPr="00312B4C" w:rsidRDefault="00C80411" w:rsidP="00312B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2B4C">
        <w:rPr>
          <w:rFonts w:ascii="Times New Roman" w:hAnsi="Times New Roman"/>
          <w:sz w:val="28"/>
          <w:szCs w:val="28"/>
          <w:lang w:eastAsia="ru-RU"/>
        </w:rPr>
        <w:t>• продуктивно содействовать разрешению конфликтов на основе учёта интересов и позиций всех участников;</w:t>
      </w:r>
    </w:p>
    <w:p w:rsidR="00C80411" w:rsidRPr="00312B4C" w:rsidRDefault="00C80411" w:rsidP="00312B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2B4C">
        <w:rPr>
          <w:rFonts w:ascii="Times New Roman" w:hAnsi="Times New Roman"/>
          <w:sz w:val="28"/>
          <w:szCs w:val="28"/>
          <w:lang w:eastAsia="ru-RU"/>
        </w:rPr>
        <w:t>• с учётом целей коммуникации достаточно точно, последовательно и полно передавать партнёру необходимую информацию как ориентир для построения действия;</w:t>
      </w:r>
    </w:p>
    <w:p w:rsidR="00C80411" w:rsidRPr="00312B4C" w:rsidRDefault="00C80411" w:rsidP="00312B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2B4C">
        <w:rPr>
          <w:rFonts w:ascii="Times New Roman" w:hAnsi="Times New Roman"/>
          <w:sz w:val="28"/>
          <w:szCs w:val="28"/>
          <w:lang w:eastAsia="ru-RU"/>
        </w:rPr>
        <w:t>• задавать вопросы, необходимые для организации собственной деятельности и сотрудничества с партнёром;</w:t>
      </w:r>
    </w:p>
    <w:p w:rsidR="00C80411" w:rsidRPr="00312B4C" w:rsidRDefault="00C80411" w:rsidP="00312B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2B4C">
        <w:rPr>
          <w:rFonts w:ascii="Times New Roman" w:hAnsi="Times New Roman"/>
          <w:sz w:val="28"/>
          <w:szCs w:val="28"/>
          <w:lang w:eastAsia="ru-RU"/>
        </w:rPr>
        <w:t>• осуществлять взаимный контроль и оказывать в сотрудничестве необходимую взаимопомощь;</w:t>
      </w:r>
    </w:p>
    <w:p w:rsidR="00C80411" w:rsidRDefault="00C80411" w:rsidP="00312B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2B4C">
        <w:rPr>
          <w:rFonts w:ascii="Times New Roman" w:hAnsi="Times New Roman"/>
          <w:sz w:val="28"/>
          <w:szCs w:val="28"/>
          <w:lang w:eastAsia="ru-RU"/>
        </w:rPr>
        <w:t>• адекватно использовать речевые средства для эффективного решения разнообразных коммуникативных задач.</w:t>
      </w:r>
    </w:p>
    <w:p w:rsidR="00C80411" w:rsidRPr="00897AC3" w:rsidRDefault="00C80411" w:rsidP="00897AC3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97AC3">
        <w:rPr>
          <w:rFonts w:ascii="Times New Roman" w:hAnsi="Times New Roman"/>
          <w:b/>
          <w:sz w:val="28"/>
          <w:szCs w:val="28"/>
          <w:lang w:eastAsia="ru-RU"/>
        </w:rPr>
        <w:t>Содержание внеурочной деятельности «Тропинка к своему «Я».</w:t>
      </w:r>
    </w:p>
    <w:p w:rsidR="00C80411" w:rsidRPr="00897AC3" w:rsidRDefault="00C80411" w:rsidP="00312B4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897AC3">
        <w:rPr>
          <w:rFonts w:ascii="Times New Roman" w:hAnsi="Times New Roman"/>
          <w:b/>
          <w:sz w:val="28"/>
          <w:szCs w:val="28"/>
          <w:lang w:eastAsia="ru-RU"/>
        </w:rPr>
        <w:t>Раздел «Я-школьник» 8 часов.</w:t>
      </w:r>
    </w:p>
    <w:p w:rsidR="00C80411" w:rsidRPr="00312B4C" w:rsidRDefault="00C80411" w:rsidP="00A41B16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2B4C">
        <w:rPr>
          <w:rFonts w:ascii="Times New Roman" w:hAnsi="Times New Roman"/>
          <w:sz w:val="28"/>
          <w:szCs w:val="28"/>
          <w:lang w:eastAsia="ru-RU"/>
        </w:rPr>
        <w:t>Формирование внутренней позиции школьника на уровне положительного отношения к школе.</w:t>
      </w:r>
    </w:p>
    <w:p w:rsidR="00C80411" w:rsidRPr="00312B4C" w:rsidRDefault="00C80411" w:rsidP="00A41B1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2B4C">
        <w:rPr>
          <w:rFonts w:ascii="Times New Roman" w:hAnsi="Times New Roman"/>
          <w:sz w:val="28"/>
          <w:szCs w:val="28"/>
          <w:lang w:eastAsia="ru-RU"/>
        </w:rPr>
        <w:t>Формирование позитивного отношения к своему «Я».</w:t>
      </w:r>
    </w:p>
    <w:p w:rsidR="00C80411" w:rsidRPr="00312B4C" w:rsidRDefault="00C80411" w:rsidP="00A41B1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2B4C">
        <w:rPr>
          <w:rFonts w:ascii="Times New Roman" w:hAnsi="Times New Roman"/>
          <w:sz w:val="28"/>
          <w:szCs w:val="28"/>
          <w:lang w:eastAsia="ru-RU"/>
        </w:rPr>
        <w:t>Повышение  уверенности в себе и развитие самостоятельности.</w:t>
      </w:r>
    </w:p>
    <w:p w:rsidR="00C80411" w:rsidRPr="00312B4C" w:rsidRDefault="00C80411" w:rsidP="00A41B16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2B4C">
        <w:rPr>
          <w:rFonts w:ascii="Times New Roman" w:hAnsi="Times New Roman"/>
          <w:sz w:val="28"/>
          <w:szCs w:val="28"/>
          <w:lang w:eastAsia="ru-RU"/>
        </w:rPr>
        <w:t>Формирование познавательного интерес к новому материалу и способам решения новой задачи.</w:t>
      </w:r>
    </w:p>
    <w:p w:rsidR="00C80411" w:rsidRPr="00312B4C" w:rsidRDefault="00C80411" w:rsidP="00A41B16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2B4C">
        <w:rPr>
          <w:rFonts w:ascii="Times New Roman" w:hAnsi="Times New Roman"/>
          <w:sz w:val="28"/>
          <w:szCs w:val="28"/>
          <w:lang w:eastAsia="ru-RU"/>
        </w:rPr>
        <w:t>Развитие эмпатии как понимание чувств других людей и сопереживание им.</w:t>
      </w:r>
    </w:p>
    <w:p w:rsidR="00C80411" w:rsidRDefault="00C80411" w:rsidP="00A41B1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312B4C">
        <w:rPr>
          <w:rFonts w:ascii="Times New Roman" w:hAnsi="Times New Roman"/>
          <w:sz w:val="28"/>
          <w:szCs w:val="28"/>
          <w:lang w:eastAsia="ru-RU"/>
        </w:rPr>
        <w:t>Развитие умения формулировать собственное мнение и позицию.</w:t>
      </w:r>
    </w:p>
    <w:p w:rsidR="00C80411" w:rsidRDefault="00C80411" w:rsidP="00A41B16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A41B16">
        <w:rPr>
          <w:rFonts w:ascii="Times New Roman" w:hAnsi="Times New Roman"/>
          <w:b/>
          <w:sz w:val="28"/>
          <w:szCs w:val="28"/>
          <w:lang w:eastAsia="ru-RU"/>
        </w:rPr>
        <w:t xml:space="preserve">Раздел « Мои чувства» </w:t>
      </w:r>
      <w:r>
        <w:rPr>
          <w:rFonts w:ascii="Times New Roman" w:hAnsi="Times New Roman"/>
          <w:b/>
          <w:sz w:val="28"/>
          <w:szCs w:val="28"/>
          <w:lang w:eastAsia="ru-RU"/>
        </w:rPr>
        <w:t>12 часов.</w:t>
      </w:r>
    </w:p>
    <w:p w:rsidR="00C80411" w:rsidRPr="00312B4C" w:rsidRDefault="00C80411" w:rsidP="00A41B1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312B4C">
        <w:rPr>
          <w:rFonts w:ascii="Times New Roman" w:hAnsi="Times New Roman"/>
          <w:sz w:val="28"/>
          <w:szCs w:val="28"/>
          <w:lang w:eastAsia="ru-RU"/>
        </w:rPr>
        <w:t>Развитие умения  распознавать и описывать свои чувства и эмоций и чувства  других людей, качества характера.</w:t>
      </w:r>
    </w:p>
    <w:p w:rsidR="00C80411" w:rsidRPr="00312B4C" w:rsidRDefault="00C80411" w:rsidP="00A41B1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2B4C">
        <w:rPr>
          <w:rFonts w:ascii="Times New Roman" w:hAnsi="Times New Roman"/>
          <w:sz w:val="28"/>
          <w:szCs w:val="28"/>
          <w:lang w:eastAsia="ru-RU"/>
        </w:rPr>
        <w:t>Способствовать снижению уровня страха.</w:t>
      </w:r>
    </w:p>
    <w:p w:rsidR="00C80411" w:rsidRPr="00312B4C" w:rsidRDefault="00C80411" w:rsidP="00A41B16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2B4C">
        <w:rPr>
          <w:rFonts w:ascii="Times New Roman" w:hAnsi="Times New Roman"/>
          <w:sz w:val="28"/>
          <w:szCs w:val="28"/>
          <w:lang w:eastAsia="ru-RU"/>
        </w:rPr>
        <w:t>Развитие умения ориентироваться в нравственном содержании и смысле как собственных поступков, так и поступков окружающих людей.</w:t>
      </w:r>
    </w:p>
    <w:p w:rsidR="00C80411" w:rsidRDefault="00C80411" w:rsidP="00A41B16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2B4C">
        <w:rPr>
          <w:rFonts w:ascii="Times New Roman" w:hAnsi="Times New Roman"/>
          <w:sz w:val="28"/>
          <w:szCs w:val="28"/>
          <w:lang w:eastAsia="ru-RU"/>
        </w:rPr>
        <w:t>Формирование способности к самооценке.</w:t>
      </w:r>
    </w:p>
    <w:p w:rsidR="00C80411" w:rsidRDefault="00C80411" w:rsidP="00A41B16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A41B16">
        <w:rPr>
          <w:rFonts w:ascii="Times New Roman" w:hAnsi="Times New Roman"/>
          <w:b/>
          <w:sz w:val="28"/>
          <w:szCs w:val="28"/>
          <w:lang w:eastAsia="ru-RU"/>
        </w:rPr>
        <w:t>Раздел «Чем люди отличаются друг от друга?»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5 часов.</w:t>
      </w:r>
    </w:p>
    <w:p w:rsidR="00C80411" w:rsidRPr="00312B4C" w:rsidRDefault="00C80411" w:rsidP="00897AC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2B4C">
        <w:rPr>
          <w:rFonts w:ascii="Times New Roman" w:hAnsi="Times New Roman"/>
          <w:sz w:val="28"/>
          <w:szCs w:val="28"/>
          <w:lang w:eastAsia="ru-RU"/>
        </w:rPr>
        <w:t>Познакомить детей с понятием «качества людей».</w:t>
      </w:r>
    </w:p>
    <w:p w:rsidR="00C80411" w:rsidRPr="00312B4C" w:rsidRDefault="00C80411" w:rsidP="00897AC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2B4C">
        <w:rPr>
          <w:rFonts w:ascii="Times New Roman" w:hAnsi="Times New Roman"/>
          <w:sz w:val="28"/>
          <w:szCs w:val="28"/>
          <w:lang w:eastAsia="ru-RU"/>
        </w:rPr>
        <w:t>Исследование своих качеств и особенностей.</w:t>
      </w:r>
    </w:p>
    <w:p w:rsidR="00C80411" w:rsidRPr="00312B4C" w:rsidRDefault="00C80411" w:rsidP="00897AC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2B4C">
        <w:rPr>
          <w:rFonts w:ascii="Times New Roman" w:hAnsi="Times New Roman"/>
          <w:sz w:val="28"/>
          <w:szCs w:val="28"/>
          <w:lang w:eastAsia="ru-RU"/>
        </w:rPr>
        <w:t>Формирование позитивного отношения к своему «Я».</w:t>
      </w:r>
    </w:p>
    <w:p w:rsidR="00C80411" w:rsidRPr="00312B4C" w:rsidRDefault="00C80411" w:rsidP="00897AC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2B4C">
        <w:rPr>
          <w:rFonts w:ascii="Times New Roman" w:hAnsi="Times New Roman"/>
          <w:sz w:val="28"/>
          <w:szCs w:val="28"/>
          <w:lang w:eastAsia="ru-RU"/>
        </w:rPr>
        <w:t>Повышение  уверенности в себе.</w:t>
      </w:r>
    </w:p>
    <w:p w:rsidR="00C80411" w:rsidRPr="00897AC3" w:rsidRDefault="00C80411" w:rsidP="00A41B16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897AC3">
        <w:rPr>
          <w:rFonts w:ascii="Times New Roman" w:hAnsi="Times New Roman"/>
          <w:b/>
          <w:sz w:val="28"/>
          <w:szCs w:val="28"/>
          <w:lang w:eastAsia="ru-RU"/>
        </w:rPr>
        <w:t>Раздел «Какой я? – Какой ты?» 3 часа.</w:t>
      </w:r>
    </w:p>
    <w:p w:rsidR="00C80411" w:rsidRPr="00312B4C" w:rsidRDefault="00C80411" w:rsidP="00897AC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2B4C">
        <w:rPr>
          <w:rFonts w:ascii="Times New Roman" w:hAnsi="Times New Roman"/>
          <w:sz w:val="28"/>
          <w:szCs w:val="28"/>
          <w:lang w:eastAsia="ru-RU"/>
        </w:rPr>
        <w:t>Формирование позитивного отношения к своему «Я».</w:t>
      </w:r>
    </w:p>
    <w:p w:rsidR="00C80411" w:rsidRDefault="00C80411" w:rsidP="00897AC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2B4C">
        <w:rPr>
          <w:rFonts w:ascii="Times New Roman" w:hAnsi="Times New Roman"/>
          <w:sz w:val="28"/>
          <w:szCs w:val="28"/>
          <w:lang w:eastAsia="ru-RU"/>
        </w:rPr>
        <w:t>Повышение  уверенности в себе и развитие самостоятельности.</w:t>
      </w:r>
    </w:p>
    <w:p w:rsidR="00C80411" w:rsidRDefault="00C80411" w:rsidP="00897AC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897AC3">
        <w:rPr>
          <w:rFonts w:ascii="Times New Roman" w:hAnsi="Times New Roman"/>
          <w:b/>
          <w:sz w:val="28"/>
          <w:szCs w:val="28"/>
          <w:lang w:eastAsia="ru-RU"/>
        </w:rPr>
        <w:t>Раздел «Я – фантазер» 2часа.</w:t>
      </w:r>
    </w:p>
    <w:p w:rsidR="00C80411" w:rsidRPr="00312B4C" w:rsidRDefault="00C80411" w:rsidP="00897AC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2B4C">
        <w:rPr>
          <w:rFonts w:ascii="Times New Roman" w:hAnsi="Times New Roman"/>
          <w:sz w:val="28"/>
          <w:szCs w:val="28"/>
          <w:lang w:eastAsia="ru-RU"/>
        </w:rPr>
        <w:t>Осознание ценности умения фантазировать.</w:t>
      </w:r>
    </w:p>
    <w:p w:rsidR="00C80411" w:rsidRDefault="00C80411" w:rsidP="00897AC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2B4C">
        <w:rPr>
          <w:rFonts w:ascii="Times New Roman" w:hAnsi="Times New Roman"/>
          <w:sz w:val="28"/>
          <w:szCs w:val="28"/>
          <w:lang w:eastAsia="ru-RU"/>
        </w:rPr>
        <w:t>Развитие креативных способностей.</w:t>
      </w:r>
    </w:p>
    <w:p w:rsidR="00C80411" w:rsidRDefault="00C80411" w:rsidP="00897AC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897AC3">
        <w:rPr>
          <w:rFonts w:ascii="Times New Roman" w:hAnsi="Times New Roman"/>
          <w:b/>
          <w:sz w:val="28"/>
          <w:szCs w:val="28"/>
          <w:lang w:eastAsia="ru-RU"/>
        </w:rPr>
        <w:t>Раздел «Я и моя школа»2 часа.</w:t>
      </w:r>
    </w:p>
    <w:p w:rsidR="00C80411" w:rsidRPr="00312B4C" w:rsidRDefault="00C80411" w:rsidP="00897AC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2B4C">
        <w:rPr>
          <w:rFonts w:ascii="Times New Roman" w:hAnsi="Times New Roman"/>
          <w:sz w:val="28"/>
          <w:szCs w:val="28"/>
          <w:lang w:eastAsia="ru-RU"/>
        </w:rPr>
        <w:t>Осознание особенности позиции ученика.</w:t>
      </w:r>
    </w:p>
    <w:p w:rsidR="00C80411" w:rsidRDefault="00C80411" w:rsidP="00897AC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2B4C">
        <w:rPr>
          <w:rFonts w:ascii="Times New Roman" w:hAnsi="Times New Roman"/>
          <w:sz w:val="28"/>
          <w:szCs w:val="28"/>
          <w:lang w:eastAsia="ru-RU"/>
        </w:rPr>
        <w:t>Отреагирование своих чувств в отношении учителя.</w:t>
      </w:r>
    </w:p>
    <w:p w:rsidR="00C80411" w:rsidRDefault="00C80411" w:rsidP="00897AC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897AC3">
        <w:rPr>
          <w:rFonts w:ascii="Times New Roman" w:hAnsi="Times New Roman"/>
          <w:b/>
          <w:sz w:val="28"/>
          <w:szCs w:val="28"/>
          <w:lang w:eastAsia="ru-RU"/>
        </w:rPr>
        <w:t>Раздел «Я и мои родители» 3 часа.</w:t>
      </w:r>
    </w:p>
    <w:p w:rsidR="00C80411" w:rsidRPr="00312B4C" w:rsidRDefault="00C80411" w:rsidP="00897AC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2B4C">
        <w:rPr>
          <w:rFonts w:ascii="Times New Roman" w:hAnsi="Times New Roman"/>
          <w:sz w:val="28"/>
          <w:szCs w:val="28"/>
          <w:lang w:eastAsia="ru-RU"/>
        </w:rPr>
        <w:t>Осознание требований родителей, сопоставление их со своими возможностями и желаниями.</w:t>
      </w:r>
    </w:p>
    <w:p w:rsidR="00C80411" w:rsidRPr="00312B4C" w:rsidRDefault="00C80411" w:rsidP="00897AC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2B4C">
        <w:rPr>
          <w:rFonts w:ascii="Times New Roman" w:hAnsi="Times New Roman"/>
          <w:sz w:val="28"/>
          <w:szCs w:val="28"/>
          <w:lang w:eastAsia="ru-RU"/>
        </w:rPr>
        <w:t>Обучение способам разрешения конфликтов с родителями.</w:t>
      </w:r>
    </w:p>
    <w:p w:rsidR="00C80411" w:rsidRPr="00312B4C" w:rsidRDefault="00C80411" w:rsidP="00897AC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2B4C">
        <w:rPr>
          <w:rFonts w:ascii="Times New Roman" w:hAnsi="Times New Roman"/>
          <w:sz w:val="28"/>
          <w:szCs w:val="28"/>
          <w:lang w:eastAsia="ru-RU"/>
        </w:rPr>
        <w:t>Формирование у обучающегося уважительного отношения к родителям, осознанного, заботливого отношения к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12B4C">
        <w:rPr>
          <w:rFonts w:ascii="Times New Roman" w:hAnsi="Times New Roman"/>
          <w:sz w:val="28"/>
          <w:szCs w:val="28"/>
          <w:lang w:eastAsia="ru-RU"/>
        </w:rPr>
        <w:t>старшим и младшим.</w:t>
      </w:r>
    </w:p>
    <w:p w:rsidR="00C80411" w:rsidRDefault="00C80411" w:rsidP="00897AC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2B4C">
        <w:rPr>
          <w:rFonts w:ascii="Times New Roman" w:hAnsi="Times New Roman"/>
          <w:sz w:val="28"/>
          <w:szCs w:val="28"/>
          <w:lang w:eastAsia="ru-RU"/>
        </w:rPr>
        <w:t>Формирование  представления о семейных ценностях.</w:t>
      </w:r>
    </w:p>
    <w:p w:rsidR="00C80411" w:rsidRDefault="00C80411" w:rsidP="00897AC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80411" w:rsidRDefault="00C80411" w:rsidP="00897AC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80411" w:rsidRDefault="00C80411" w:rsidP="00897AC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80411" w:rsidRDefault="00C80411" w:rsidP="00897AC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80411" w:rsidRDefault="00C80411" w:rsidP="00897AC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80411" w:rsidRDefault="00C80411" w:rsidP="00897AC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80411" w:rsidRPr="00897AC3" w:rsidRDefault="00C80411" w:rsidP="00897AC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Тематическое планирование</w:t>
      </w:r>
    </w:p>
    <w:p w:rsidR="00C80411" w:rsidRPr="00897AC3" w:rsidRDefault="00C80411" w:rsidP="00897AC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785"/>
        <w:gridCol w:w="4785"/>
      </w:tblGrid>
      <w:tr w:rsidR="00C80411" w:rsidRPr="00A026A2" w:rsidTr="00A026A2">
        <w:tc>
          <w:tcPr>
            <w:tcW w:w="4785" w:type="dxa"/>
          </w:tcPr>
          <w:p w:rsidR="00C80411" w:rsidRPr="00A026A2" w:rsidRDefault="00C80411" w:rsidP="00A026A2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026A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Разделы программы</w:t>
            </w:r>
          </w:p>
        </w:tc>
        <w:tc>
          <w:tcPr>
            <w:tcW w:w="4785" w:type="dxa"/>
          </w:tcPr>
          <w:p w:rsidR="00C80411" w:rsidRPr="00A026A2" w:rsidRDefault="00C80411" w:rsidP="00A026A2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026A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Количество часов 3 класс</w:t>
            </w:r>
          </w:p>
        </w:tc>
      </w:tr>
      <w:tr w:rsidR="00C80411" w:rsidRPr="00A026A2" w:rsidTr="00A026A2">
        <w:tc>
          <w:tcPr>
            <w:tcW w:w="4785" w:type="dxa"/>
          </w:tcPr>
          <w:p w:rsidR="00C80411" w:rsidRPr="00A026A2" w:rsidRDefault="00C80411" w:rsidP="00A026A2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026A2">
              <w:rPr>
                <w:rFonts w:ascii="Times New Roman" w:hAnsi="Times New Roman"/>
                <w:sz w:val="28"/>
                <w:szCs w:val="28"/>
                <w:lang w:eastAsia="ru-RU"/>
              </w:rPr>
              <w:t>Я – школьник.</w:t>
            </w:r>
          </w:p>
        </w:tc>
        <w:tc>
          <w:tcPr>
            <w:tcW w:w="4785" w:type="dxa"/>
          </w:tcPr>
          <w:p w:rsidR="00C80411" w:rsidRPr="00A026A2" w:rsidRDefault="00C80411" w:rsidP="00A026A2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026A2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</w:p>
        </w:tc>
      </w:tr>
      <w:tr w:rsidR="00C80411" w:rsidRPr="00A026A2" w:rsidTr="00A026A2">
        <w:tc>
          <w:tcPr>
            <w:tcW w:w="4785" w:type="dxa"/>
          </w:tcPr>
          <w:p w:rsidR="00C80411" w:rsidRPr="00A026A2" w:rsidRDefault="00C80411" w:rsidP="00A026A2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026A2">
              <w:rPr>
                <w:rFonts w:ascii="Times New Roman" w:hAnsi="Times New Roman"/>
                <w:sz w:val="28"/>
                <w:szCs w:val="28"/>
                <w:lang w:eastAsia="ru-RU"/>
              </w:rPr>
              <w:t>Мои чувства.</w:t>
            </w:r>
          </w:p>
        </w:tc>
        <w:tc>
          <w:tcPr>
            <w:tcW w:w="4785" w:type="dxa"/>
          </w:tcPr>
          <w:p w:rsidR="00C80411" w:rsidRPr="00A026A2" w:rsidRDefault="00C80411" w:rsidP="00A026A2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026A2">
              <w:rPr>
                <w:rFonts w:ascii="Times New Roman" w:hAnsi="Times New Roman"/>
                <w:sz w:val="28"/>
                <w:szCs w:val="28"/>
                <w:lang w:eastAsia="ru-RU"/>
              </w:rPr>
              <w:t>12</w:t>
            </w:r>
          </w:p>
        </w:tc>
      </w:tr>
      <w:tr w:rsidR="00C80411" w:rsidRPr="00A026A2" w:rsidTr="00A026A2">
        <w:tc>
          <w:tcPr>
            <w:tcW w:w="4785" w:type="dxa"/>
          </w:tcPr>
          <w:p w:rsidR="00C80411" w:rsidRPr="00A026A2" w:rsidRDefault="00C80411" w:rsidP="00A026A2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026A2">
              <w:rPr>
                <w:rFonts w:ascii="Times New Roman" w:hAnsi="Times New Roman"/>
                <w:sz w:val="28"/>
                <w:szCs w:val="28"/>
                <w:lang w:eastAsia="ru-RU"/>
              </w:rPr>
              <w:t>Чем люди отличаются друг от друга?</w:t>
            </w:r>
          </w:p>
        </w:tc>
        <w:tc>
          <w:tcPr>
            <w:tcW w:w="4785" w:type="dxa"/>
          </w:tcPr>
          <w:p w:rsidR="00C80411" w:rsidRPr="00A026A2" w:rsidRDefault="00C80411" w:rsidP="00A026A2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026A2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</w:tr>
      <w:tr w:rsidR="00C80411" w:rsidRPr="00A026A2" w:rsidTr="00A026A2">
        <w:tc>
          <w:tcPr>
            <w:tcW w:w="4785" w:type="dxa"/>
          </w:tcPr>
          <w:p w:rsidR="00C80411" w:rsidRPr="00A026A2" w:rsidRDefault="00C80411" w:rsidP="00A026A2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026A2">
              <w:rPr>
                <w:rFonts w:ascii="Times New Roman" w:hAnsi="Times New Roman"/>
                <w:sz w:val="28"/>
                <w:szCs w:val="28"/>
                <w:lang w:eastAsia="ru-RU"/>
              </w:rPr>
              <w:t>Какой я? -  Какой ты?</w:t>
            </w:r>
          </w:p>
        </w:tc>
        <w:tc>
          <w:tcPr>
            <w:tcW w:w="4785" w:type="dxa"/>
          </w:tcPr>
          <w:p w:rsidR="00C80411" w:rsidRPr="00A026A2" w:rsidRDefault="00C80411" w:rsidP="00A026A2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026A2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</w:tr>
      <w:tr w:rsidR="00C80411" w:rsidRPr="00A026A2" w:rsidTr="00A026A2">
        <w:tc>
          <w:tcPr>
            <w:tcW w:w="4785" w:type="dxa"/>
          </w:tcPr>
          <w:p w:rsidR="00C80411" w:rsidRPr="00A026A2" w:rsidRDefault="00C80411" w:rsidP="00A026A2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026A2">
              <w:rPr>
                <w:rFonts w:ascii="Times New Roman" w:hAnsi="Times New Roman"/>
                <w:sz w:val="28"/>
                <w:szCs w:val="28"/>
                <w:lang w:eastAsia="ru-RU"/>
              </w:rPr>
              <w:t>Я – фантазер.</w:t>
            </w:r>
          </w:p>
        </w:tc>
        <w:tc>
          <w:tcPr>
            <w:tcW w:w="4785" w:type="dxa"/>
          </w:tcPr>
          <w:p w:rsidR="00C80411" w:rsidRPr="00A026A2" w:rsidRDefault="00C80411" w:rsidP="00A026A2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026A2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C80411" w:rsidRPr="00A026A2" w:rsidTr="00A026A2">
        <w:tc>
          <w:tcPr>
            <w:tcW w:w="4785" w:type="dxa"/>
          </w:tcPr>
          <w:p w:rsidR="00C80411" w:rsidRPr="00A026A2" w:rsidRDefault="00C80411" w:rsidP="00A026A2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026A2">
              <w:rPr>
                <w:rFonts w:ascii="Times New Roman" w:hAnsi="Times New Roman"/>
                <w:sz w:val="28"/>
                <w:szCs w:val="28"/>
                <w:lang w:eastAsia="ru-RU"/>
              </w:rPr>
              <w:t>Я и моя школа.</w:t>
            </w:r>
          </w:p>
        </w:tc>
        <w:tc>
          <w:tcPr>
            <w:tcW w:w="4785" w:type="dxa"/>
          </w:tcPr>
          <w:p w:rsidR="00C80411" w:rsidRPr="00A026A2" w:rsidRDefault="00C80411" w:rsidP="00A026A2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026A2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C80411" w:rsidRPr="00A026A2" w:rsidTr="00A026A2">
        <w:tc>
          <w:tcPr>
            <w:tcW w:w="4785" w:type="dxa"/>
          </w:tcPr>
          <w:p w:rsidR="00C80411" w:rsidRPr="00A026A2" w:rsidRDefault="00C80411" w:rsidP="00A026A2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026A2">
              <w:rPr>
                <w:rFonts w:ascii="Times New Roman" w:hAnsi="Times New Roman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4785" w:type="dxa"/>
          </w:tcPr>
          <w:p w:rsidR="00C80411" w:rsidRPr="00A026A2" w:rsidRDefault="00C80411" w:rsidP="00A026A2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026A2">
              <w:rPr>
                <w:rFonts w:ascii="Times New Roman" w:hAnsi="Times New Roman"/>
                <w:sz w:val="28"/>
                <w:szCs w:val="28"/>
                <w:lang w:eastAsia="ru-RU"/>
              </w:rPr>
              <w:t>34</w:t>
            </w:r>
          </w:p>
        </w:tc>
      </w:tr>
    </w:tbl>
    <w:p w:rsidR="00C80411" w:rsidRDefault="00C80411" w:rsidP="00897AC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C80411" w:rsidRDefault="00C80411" w:rsidP="00897AC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C80411" w:rsidRDefault="00C80411" w:rsidP="00897AC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C80411" w:rsidRDefault="00C80411" w:rsidP="00897AC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C80411" w:rsidRDefault="00C80411" w:rsidP="00897AC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C80411" w:rsidRDefault="00C80411" w:rsidP="00897AC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C80411" w:rsidRDefault="00C80411" w:rsidP="00897AC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C80411" w:rsidRDefault="00C80411" w:rsidP="00897AC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C80411" w:rsidRDefault="00C80411" w:rsidP="00897AC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C80411" w:rsidRDefault="00C80411" w:rsidP="00897AC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C80411" w:rsidRDefault="00C80411" w:rsidP="00897AC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C80411" w:rsidRDefault="00C80411" w:rsidP="00897AC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C80411" w:rsidRDefault="00C80411" w:rsidP="00897AC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C80411" w:rsidRDefault="00C80411" w:rsidP="00897AC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C80411" w:rsidRDefault="00C80411" w:rsidP="00897AC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C80411" w:rsidRDefault="00C80411" w:rsidP="00897AC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C80411" w:rsidRDefault="00C80411" w:rsidP="00897AC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C80411" w:rsidRDefault="00C80411" w:rsidP="00897AC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C80411" w:rsidRDefault="00C80411" w:rsidP="00897AC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C80411" w:rsidRDefault="00C80411" w:rsidP="00897AC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C80411" w:rsidRDefault="00C80411" w:rsidP="00897AC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C80411" w:rsidRDefault="00C80411" w:rsidP="00897AC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C80411" w:rsidRDefault="00C80411" w:rsidP="00897AC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C80411" w:rsidRDefault="00C80411" w:rsidP="00897AC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C80411" w:rsidRDefault="00C80411" w:rsidP="00897AC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C80411" w:rsidRDefault="00C80411" w:rsidP="00897AC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C80411" w:rsidRDefault="00C80411" w:rsidP="00897AC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C80411" w:rsidRDefault="00C80411" w:rsidP="00897AC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C80411" w:rsidRDefault="00C80411" w:rsidP="00897AC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C80411" w:rsidRDefault="00C80411" w:rsidP="00897AC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C80411" w:rsidRDefault="00C80411" w:rsidP="00897AC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C80411" w:rsidRDefault="00C80411" w:rsidP="00897AC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C80411" w:rsidRPr="00897AC3" w:rsidRDefault="00C80411" w:rsidP="00897AC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C80411" w:rsidRPr="00312B4C" w:rsidRDefault="00C80411" w:rsidP="00312B4C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12B4C">
        <w:rPr>
          <w:rFonts w:ascii="Times New Roman" w:hAnsi="Times New Roman"/>
          <w:b/>
          <w:color w:val="000000"/>
          <w:sz w:val="28"/>
          <w:szCs w:val="28"/>
          <w:lang w:eastAsia="ru-RU"/>
        </w:rPr>
        <w:t>Календарно - тематическое планирование программы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«Тропинка к своему «Я»» в 3</w:t>
      </w:r>
      <w:r w:rsidRPr="00312B4C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классе.</w:t>
      </w:r>
    </w:p>
    <w:p w:rsidR="00C80411" w:rsidRPr="00312B4C" w:rsidRDefault="00C80411" w:rsidP="00312B4C">
      <w:pPr>
        <w:spacing w:after="0" w:line="240" w:lineRule="auto"/>
        <w:ind w:left="1080"/>
        <w:jc w:val="both"/>
        <w:rPr>
          <w:rFonts w:ascii="Times New Roman" w:hAnsi="Times New Roman"/>
          <w:b/>
          <w:color w:val="0070C0"/>
          <w:sz w:val="28"/>
          <w:szCs w:val="28"/>
          <w:lang w:eastAsia="ru-RU"/>
        </w:rPr>
      </w:pPr>
    </w:p>
    <w:tbl>
      <w:tblPr>
        <w:tblW w:w="52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099"/>
        <w:gridCol w:w="993"/>
        <w:gridCol w:w="5160"/>
        <w:gridCol w:w="1643"/>
        <w:gridCol w:w="1136"/>
      </w:tblGrid>
      <w:tr w:rsidR="00C80411" w:rsidRPr="00A026A2" w:rsidTr="00343AE6">
        <w:tc>
          <w:tcPr>
            <w:tcW w:w="548" w:type="pct"/>
            <w:vMerge w:val="restart"/>
          </w:tcPr>
          <w:p w:rsidR="00C80411" w:rsidRPr="00312B4C" w:rsidRDefault="00C80411" w:rsidP="00A94361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Раздел</w:t>
            </w:r>
          </w:p>
        </w:tc>
        <w:tc>
          <w:tcPr>
            <w:tcW w:w="495" w:type="pct"/>
            <w:vMerge w:val="restart"/>
          </w:tcPr>
          <w:p w:rsidR="00C80411" w:rsidRPr="00312B4C" w:rsidRDefault="00C80411" w:rsidP="00A94361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№ урока</w:t>
            </w:r>
          </w:p>
        </w:tc>
        <w:tc>
          <w:tcPr>
            <w:tcW w:w="2572" w:type="pct"/>
            <w:vMerge w:val="restart"/>
          </w:tcPr>
          <w:p w:rsidR="00C80411" w:rsidRPr="00312B4C" w:rsidRDefault="00C80411" w:rsidP="00A94361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Название темы</w:t>
            </w:r>
          </w:p>
        </w:tc>
        <w:tc>
          <w:tcPr>
            <w:tcW w:w="819" w:type="pct"/>
            <w:tcBorders>
              <w:bottom w:val="nil"/>
            </w:tcBorders>
          </w:tcPr>
          <w:p w:rsidR="00C80411" w:rsidRPr="00312B4C" w:rsidRDefault="00C80411" w:rsidP="00A94361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Дата проведения</w:t>
            </w:r>
          </w:p>
        </w:tc>
        <w:tc>
          <w:tcPr>
            <w:tcW w:w="566" w:type="pct"/>
            <w:tcBorders>
              <w:bottom w:val="nil"/>
            </w:tcBorders>
          </w:tcPr>
          <w:p w:rsidR="00C80411" w:rsidRDefault="00C80411" w:rsidP="00A94361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Примечание</w:t>
            </w:r>
          </w:p>
          <w:p w:rsidR="00C80411" w:rsidRPr="00312B4C" w:rsidRDefault="00C80411" w:rsidP="00A94361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(описание причин корректировки дат)</w:t>
            </w:r>
          </w:p>
        </w:tc>
      </w:tr>
      <w:tr w:rsidR="00C80411" w:rsidRPr="00A026A2" w:rsidTr="00343AE6">
        <w:trPr>
          <w:trHeight w:val="562"/>
        </w:trPr>
        <w:tc>
          <w:tcPr>
            <w:tcW w:w="548" w:type="pct"/>
            <w:vMerge/>
          </w:tcPr>
          <w:p w:rsidR="00C80411" w:rsidRPr="00312B4C" w:rsidRDefault="00C80411" w:rsidP="00312B4C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5" w:type="pct"/>
            <w:vMerge/>
          </w:tcPr>
          <w:p w:rsidR="00C80411" w:rsidRPr="00312B4C" w:rsidRDefault="00C80411" w:rsidP="00312B4C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72" w:type="pct"/>
            <w:vMerge/>
          </w:tcPr>
          <w:p w:rsidR="00C80411" w:rsidRPr="00312B4C" w:rsidRDefault="00C80411" w:rsidP="00312B4C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19" w:type="pct"/>
            <w:tcBorders>
              <w:top w:val="nil"/>
            </w:tcBorders>
          </w:tcPr>
          <w:p w:rsidR="00C80411" w:rsidRPr="00312B4C" w:rsidRDefault="00C80411" w:rsidP="00312B4C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6" w:type="pct"/>
            <w:tcBorders>
              <w:top w:val="nil"/>
            </w:tcBorders>
          </w:tcPr>
          <w:p w:rsidR="00C80411" w:rsidRPr="00312B4C" w:rsidRDefault="00C80411" w:rsidP="00312B4C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80411" w:rsidRPr="00A026A2" w:rsidTr="00343AE6">
        <w:trPr>
          <w:trHeight w:val="810"/>
        </w:trPr>
        <w:tc>
          <w:tcPr>
            <w:tcW w:w="548" w:type="pct"/>
            <w:vMerge w:val="restart"/>
            <w:vAlign w:val="center"/>
          </w:tcPr>
          <w:p w:rsidR="00C80411" w:rsidRPr="00312B4C" w:rsidRDefault="00C80411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Я-школьник</w:t>
            </w:r>
          </w:p>
        </w:tc>
        <w:tc>
          <w:tcPr>
            <w:tcW w:w="495" w:type="pct"/>
          </w:tcPr>
          <w:p w:rsidR="00C80411" w:rsidRPr="00312B4C" w:rsidRDefault="00C80411" w:rsidP="00A9436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72" w:type="pct"/>
            <w:vAlign w:val="center"/>
          </w:tcPr>
          <w:p w:rsidR="00C80411" w:rsidRPr="00312B4C" w:rsidRDefault="00C80411" w:rsidP="00312B4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Техника безопасности на занятиях внеу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рочной деятельности. </w:t>
            </w: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Вводное занятие.</w:t>
            </w:r>
          </w:p>
        </w:tc>
        <w:tc>
          <w:tcPr>
            <w:tcW w:w="819" w:type="pct"/>
            <w:vAlign w:val="center"/>
          </w:tcPr>
          <w:p w:rsidR="00C80411" w:rsidRPr="00312B4C" w:rsidRDefault="00C80411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01</w:t>
            </w: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.09</w:t>
            </w:r>
          </w:p>
        </w:tc>
        <w:tc>
          <w:tcPr>
            <w:tcW w:w="566" w:type="pct"/>
          </w:tcPr>
          <w:p w:rsidR="00C80411" w:rsidRPr="00312B4C" w:rsidRDefault="00C80411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80411" w:rsidRPr="00A026A2" w:rsidTr="00343AE6">
        <w:trPr>
          <w:trHeight w:val="510"/>
        </w:trPr>
        <w:tc>
          <w:tcPr>
            <w:tcW w:w="548" w:type="pct"/>
            <w:vMerge/>
            <w:vAlign w:val="center"/>
          </w:tcPr>
          <w:p w:rsidR="00C80411" w:rsidRPr="00312B4C" w:rsidRDefault="00C80411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5" w:type="pct"/>
          </w:tcPr>
          <w:p w:rsidR="00C80411" w:rsidRPr="00312B4C" w:rsidRDefault="00C80411" w:rsidP="00A9436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572" w:type="pct"/>
            <w:vAlign w:val="center"/>
          </w:tcPr>
          <w:p w:rsidR="00C80411" w:rsidRPr="00312B4C" w:rsidRDefault="00C80411" w:rsidP="00312B4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Игра «Мой класс». Правила вежливости.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Урок «Развивай-ка».</w:t>
            </w:r>
          </w:p>
        </w:tc>
        <w:tc>
          <w:tcPr>
            <w:tcW w:w="819" w:type="pct"/>
            <w:vAlign w:val="center"/>
          </w:tcPr>
          <w:p w:rsidR="00C80411" w:rsidRPr="00312B4C" w:rsidRDefault="00C80411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08</w:t>
            </w: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.09</w:t>
            </w:r>
          </w:p>
        </w:tc>
        <w:tc>
          <w:tcPr>
            <w:tcW w:w="566" w:type="pct"/>
          </w:tcPr>
          <w:p w:rsidR="00C80411" w:rsidRPr="00312B4C" w:rsidRDefault="00C80411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80411" w:rsidRPr="00A026A2" w:rsidTr="00343AE6">
        <w:trPr>
          <w:trHeight w:val="510"/>
        </w:trPr>
        <w:tc>
          <w:tcPr>
            <w:tcW w:w="548" w:type="pct"/>
            <w:vMerge/>
            <w:vAlign w:val="center"/>
          </w:tcPr>
          <w:p w:rsidR="00C80411" w:rsidRPr="00312B4C" w:rsidRDefault="00C80411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5" w:type="pct"/>
          </w:tcPr>
          <w:p w:rsidR="00C80411" w:rsidRPr="00312B4C" w:rsidRDefault="00C80411" w:rsidP="00A9436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572" w:type="pct"/>
            <w:vAlign w:val="center"/>
          </w:tcPr>
          <w:p w:rsidR="00C80411" w:rsidRPr="00312B4C" w:rsidRDefault="00C80411" w:rsidP="00312B4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Игра на мотивацию учения.</w:t>
            </w:r>
          </w:p>
        </w:tc>
        <w:tc>
          <w:tcPr>
            <w:tcW w:w="819" w:type="pct"/>
            <w:vAlign w:val="center"/>
          </w:tcPr>
          <w:p w:rsidR="00C80411" w:rsidRPr="00312B4C" w:rsidRDefault="00C80411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15</w:t>
            </w: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.09</w:t>
            </w:r>
          </w:p>
        </w:tc>
        <w:tc>
          <w:tcPr>
            <w:tcW w:w="566" w:type="pct"/>
          </w:tcPr>
          <w:p w:rsidR="00C80411" w:rsidRPr="00312B4C" w:rsidRDefault="00C80411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80411" w:rsidRPr="00A026A2" w:rsidTr="00343AE6">
        <w:trPr>
          <w:trHeight w:val="825"/>
        </w:trPr>
        <w:tc>
          <w:tcPr>
            <w:tcW w:w="548" w:type="pct"/>
            <w:vMerge/>
            <w:vAlign w:val="center"/>
          </w:tcPr>
          <w:p w:rsidR="00C80411" w:rsidRPr="00312B4C" w:rsidRDefault="00C80411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5" w:type="pct"/>
          </w:tcPr>
          <w:p w:rsidR="00C80411" w:rsidRPr="00312B4C" w:rsidRDefault="00C80411" w:rsidP="00A9436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572" w:type="pct"/>
            <w:vAlign w:val="center"/>
          </w:tcPr>
          <w:p w:rsidR="00C80411" w:rsidRPr="00312B4C" w:rsidRDefault="00C80411" w:rsidP="00312B4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Путешествие по школьному дворику.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Игра «Рыбка» </w:t>
            </w: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Какие ребята в моем классе? Психологический климат класса.</w:t>
            </w:r>
          </w:p>
        </w:tc>
        <w:tc>
          <w:tcPr>
            <w:tcW w:w="819" w:type="pct"/>
            <w:vAlign w:val="center"/>
          </w:tcPr>
          <w:p w:rsidR="00C80411" w:rsidRPr="00312B4C" w:rsidRDefault="00C80411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22</w:t>
            </w: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.09</w:t>
            </w:r>
          </w:p>
        </w:tc>
        <w:tc>
          <w:tcPr>
            <w:tcW w:w="566" w:type="pct"/>
          </w:tcPr>
          <w:p w:rsidR="00C80411" w:rsidRPr="00312B4C" w:rsidRDefault="00C80411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80411" w:rsidRPr="00A026A2" w:rsidTr="00343AE6">
        <w:trPr>
          <w:trHeight w:val="855"/>
        </w:trPr>
        <w:tc>
          <w:tcPr>
            <w:tcW w:w="548" w:type="pct"/>
            <w:vMerge/>
            <w:vAlign w:val="center"/>
          </w:tcPr>
          <w:p w:rsidR="00C80411" w:rsidRPr="00312B4C" w:rsidRDefault="00C80411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5" w:type="pct"/>
          </w:tcPr>
          <w:p w:rsidR="00C80411" w:rsidRPr="00312B4C" w:rsidRDefault="00C80411" w:rsidP="00A9436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572" w:type="pct"/>
            <w:vAlign w:val="center"/>
          </w:tcPr>
          <w:p w:rsidR="00C80411" w:rsidRPr="00312B4C" w:rsidRDefault="00C80411" w:rsidP="00312B4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О пользе горячего питания. Игра «Объяснялки».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Путешествие в школьную столовую.</w:t>
            </w:r>
          </w:p>
        </w:tc>
        <w:tc>
          <w:tcPr>
            <w:tcW w:w="819" w:type="pct"/>
            <w:vAlign w:val="center"/>
          </w:tcPr>
          <w:p w:rsidR="00C80411" w:rsidRPr="00312B4C" w:rsidRDefault="00C80411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29</w:t>
            </w: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.10</w:t>
            </w:r>
          </w:p>
        </w:tc>
        <w:tc>
          <w:tcPr>
            <w:tcW w:w="566" w:type="pct"/>
          </w:tcPr>
          <w:p w:rsidR="00C80411" w:rsidRPr="00312B4C" w:rsidRDefault="00C80411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80411" w:rsidRPr="00A026A2" w:rsidTr="00343AE6">
        <w:trPr>
          <w:trHeight w:val="810"/>
        </w:trPr>
        <w:tc>
          <w:tcPr>
            <w:tcW w:w="548" w:type="pct"/>
            <w:vMerge/>
            <w:vAlign w:val="center"/>
          </w:tcPr>
          <w:p w:rsidR="00C80411" w:rsidRPr="00312B4C" w:rsidRDefault="00C80411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5" w:type="pct"/>
          </w:tcPr>
          <w:p w:rsidR="00C80411" w:rsidRPr="00312B4C" w:rsidRDefault="00C80411" w:rsidP="00A9436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572" w:type="pct"/>
            <w:vAlign w:val="center"/>
          </w:tcPr>
          <w:p w:rsidR="00C80411" w:rsidRPr="00312B4C" w:rsidRDefault="00C80411" w:rsidP="00312B4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Мои друзья в классе. Законы коллектива.</w:t>
            </w:r>
          </w:p>
          <w:p w:rsidR="00C80411" w:rsidRPr="00312B4C" w:rsidRDefault="00C80411" w:rsidP="00312B4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Соблюдаем законы школьной дружбы. </w:t>
            </w:r>
          </w:p>
        </w:tc>
        <w:tc>
          <w:tcPr>
            <w:tcW w:w="819" w:type="pct"/>
            <w:vAlign w:val="center"/>
          </w:tcPr>
          <w:p w:rsidR="00C80411" w:rsidRPr="00312B4C" w:rsidRDefault="00C80411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06</w:t>
            </w: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.10</w:t>
            </w:r>
          </w:p>
        </w:tc>
        <w:tc>
          <w:tcPr>
            <w:tcW w:w="566" w:type="pct"/>
          </w:tcPr>
          <w:p w:rsidR="00C80411" w:rsidRPr="00312B4C" w:rsidRDefault="00C80411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80411" w:rsidRPr="00A026A2" w:rsidTr="00343AE6">
        <w:trPr>
          <w:trHeight w:val="792"/>
        </w:trPr>
        <w:tc>
          <w:tcPr>
            <w:tcW w:w="548" w:type="pct"/>
            <w:vMerge/>
            <w:vAlign w:val="center"/>
          </w:tcPr>
          <w:p w:rsidR="00C80411" w:rsidRPr="00312B4C" w:rsidRDefault="00C80411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5" w:type="pct"/>
          </w:tcPr>
          <w:p w:rsidR="00C80411" w:rsidRPr="00312B4C" w:rsidRDefault="00C80411" w:rsidP="00A9436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572" w:type="pct"/>
            <w:vAlign w:val="center"/>
          </w:tcPr>
          <w:p w:rsidR="00C80411" w:rsidRPr="00312B4C" w:rsidRDefault="00C80411" w:rsidP="00312B4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Мои успехи в школе. Путешествие по станциям «Умники и умницы».</w:t>
            </w:r>
          </w:p>
        </w:tc>
        <w:tc>
          <w:tcPr>
            <w:tcW w:w="819" w:type="pct"/>
            <w:vAlign w:val="center"/>
          </w:tcPr>
          <w:p w:rsidR="00C80411" w:rsidRPr="00312B4C" w:rsidRDefault="00C80411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13</w:t>
            </w: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.10</w:t>
            </w:r>
          </w:p>
        </w:tc>
        <w:tc>
          <w:tcPr>
            <w:tcW w:w="566" w:type="pct"/>
          </w:tcPr>
          <w:p w:rsidR="00C80411" w:rsidRPr="00312B4C" w:rsidRDefault="00C80411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80411" w:rsidRPr="00A026A2" w:rsidTr="00343AE6">
        <w:trPr>
          <w:trHeight w:val="1125"/>
        </w:trPr>
        <w:tc>
          <w:tcPr>
            <w:tcW w:w="548" w:type="pct"/>
            <w:vMerge/>
            <w:vAlign w:val="center"/>
          </w:tcPr>
          <w:p w:rsidR="00C80411" w:rsidRPr="00312B4C" w:rsidRDefault="00C80411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5" w:type="pct"/>
          </w:tcPr>
          <w:p w:rsidR="00C80411" w:rsidRPr="00312B4C" w:rsidRDefault="00C80411" w:rsidP="00A9436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572" w:type="pct"/>
            <w:vAlign w:val="center"/>
          </w:tcPr>
          <w:p w:rsidR="00C80411" w:rsidRPr="00312B4C" w:rsidRDefault="00C80411" w:rsidP="00312B4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Я умею управлять собой.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Сказкотерапия.</w:t>
            </w:r>
          </w:p>
        </w:tc>
        <w:tc>
          <w:tcPr>
            <w:tcW w:w="819" w:type="pct"/>
            <w:vAlign w:val="center"/>
          </w:tcPr>
          <w:p w:rsidR="00C80411" w:rsidRPr="00312B4C" w:rsidRDefault="00C80411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.10</w:t>
            </w:r>
          </w:p>
        </w:tc>
        <w:tc>
          <w:tcPr>
            <w:tcW w:w="566" w:type="pct"/>
          </w:tcPr>
          <w:p w:rsidR="00C80411" w:rsidRPr="00312B4C" w:rsidRDefault="00C80411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80411" w:rsidRPr="00A026A2" w:rsidTr="00343AE6">
        <w:trPr>
          <w:trHeight w:val="255"/>
        </w:trPr>
        <w:tc>
          <w:tcPr>
            <w:tcW w:w="548" w:type="pct"/>
            <w:vMerge w:val="restart"/>
            <w:vAlign w:val="center"/>
          </w:tcPr>
          <w:p w:rsidR="00C80411" w:rsidRPr="00312B4C" w:rsidRDefault="00C80411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Мои чувства</w:t>
            </w:r>
          </w:p>
        </w:tc>
        <w:tc>
          <w:tcPr>
            <w:tcW w:w="495" w:type="pct"/>
          </w:tcPr>
          <w:p w:rsidR="00C80411" w:rsidRPr="00312B4C" w:rsidRDefault="00C80411" w:rsidP="00A9436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572" w:type="pct"/>
            <w:vAlign w:val="center"/>
          </w:tcPr>
          <w:p w:rsidR="00C80411" w:rsidRPr="00312B4C" w:rsidRDefault="00C80411" w:rsidP="00312B4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Радость. Что такое мимика?</w:t>
            </w:r>
          </w:p>
        </w:tc>
        <w:tc>
          <w:tcPr>
            <w:tcW w:w="819" w:type="pct"/>
            <w:vAlign w:val="center"/>
          </w:tcPr>
          <w:p w:rsidR="00C80411" w:rsidRPr="00312B4C" w:rsidRDefault="00C80411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27</w:t>
            </w: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.10</w:t>
            </w:r>
          </w:p>
        </w:tc>
        <w:tc>
          <w:tcPr>
            <w:tcW w:w="566" w:type="pct"/>
          </w:tcPr>
          <w:p w:rsidR="00C80411" w:rsidRPr="00312B4C" w:rsidRDefault="00C80411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80411" w:rsidRPr="00A026A2" w:rsidTr="00343AE6">
        <w:trPr>
          <w:trHeight w:val="585"/>
        </w:trPr>
        <w:tc>
          <w:tcPr>
            <w:tcW w:w="548" w:type="pct"/>
            <w:vMerge/>
            <w:vAlign w:val="center"/>
          </w:tcPr>
          <w:p w:rsidR="00C80411" w:rsidRPr="00312B4C" w:rsidRDefault="00C80411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5" w:type="pct"/>
          </w:tcPr>
          <w:p w:rsidR="00C80411" w:rsidRPr="00312B4C" w:rsidRDefault="00C80411" w:rsidP="00A9436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572" w:type="pct"/>
            <w:vAlign w:val="center"/>
          </w:tcPr>
          <w:p w:rsidR="00C80411" w:rsidRPr="00312B4C" w:rsidRDefault="00C80411" w:rsidP="00312B4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Радость. Как ее доставить другому человеку?</w:t>
            </w:r>
          </w:p>
        </w:tc>
        <w:tc>
          <w:tcPr>
            <w:tcW w:w="819" w:type="pct"/>
            <w:vAlign w:val="center"/>
          </w:tcPr>
          <w:p w:rsidR="00C80411" w:rsidRPr="00312B4C" w:rsidRDefault="00C80411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.11</w:t>
            </w:r>
          </w:p>
        </w:tc>
        <w:tc>
          <w:tcPr>
            <w:tcW w:w="566" w:type="pct"/>
          </w:tcPr>
          <w:p w:rsidR="00C80411" w:rsidRPr="00312B4C" w:rsidRDefault="00C80411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80411" w:rsidRPr="00A026A2" w:rsidTr="00343AE6">
        <w:trPr>
          <w:trHeight w:val="288"/>
        </w:trPr>
        <w:tc>
          <w:tcPr>
            <w:tcW w:w="548" w:type="pct"/>
            <w:vMerge/>
            <w:vAlign w:val="center"/>
          </w:tcPr>
          <w:p w:rsidR="00C80411" w:rsidRPr="00312B4C" w:rsidRDefault="00C80411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5" w:type="pct"/>
          </w:tcPr>
          <w:p w:rsidR="00C80411" w:rsidRPr="00312B4C" w:rsidRDefault="00C80411" w:rsidP="00A9436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572" w:type="pct"/>
            <w:vAlign w:val="center"/>
          </w:tcPr>
          <w:p w:rsidR="00C80411" w:rsidRPr="00312B4C" w:rsidRDefault="00C80411" w:rsidP="00312B4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Жесты.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Разминка.</w:t>
            </w:r>
          </w:p>
        </w:tc>
        <w:tc>
          <w:tcPr>
            <w:tcW w:w="819" w:type="pct"/>
            <w:vAlign w:val="center"/>
          </w:tcPr>
          <w:p w:rsidR="00C80411" w:rsidRPr="00312B4C" w:rsidRDefault="00C80411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</w:t>
            </w: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.11</w:t>
            </w:r>
          </w:p>
        </w:tc>
        <w:tc>
          <w:tcPr>
            <w:tcW w:w="566" w:type="pct"/>
          </w:tcPr>
          <w:p w:rsidR="00C80411" w:rsidRPr="00312B4C" w:rsidRDefault="00C80411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80411" w:rsidRPr="00A026A2" w:rsidTr="00343AE6">
        <w:trPr>
          <w:trHeight w:val="492"/>
        </w:trPr>
        <w:tc>
          <w:tcPr>
            <w:tcW w:w="548" w:type="pct"/>
            <w:vMerge/>
            <w:vAlign w:val="center"/>
          </w:tcPr>
          <w:p w:rsidR="00C80411" w:rsidRPr="00312B4C" w:rsidRDefault="00C80411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5" w:type="pct"/>
          </w:tcPr>
          <w:p w:rsidR="00C80411" w:rsidRPr="00312B4C" w:rsidRDefault="00C80411" w:rsidP="00A9436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572" w:type="pct"/>
            <w:vAlign w:val="center"/>
          </w:tcPr>
          <w:p w:rsidR="00C80411" w:rsidRPr="00312B4C" w:rsidRDefault="00C80411" w:rsidP="00312B4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Радость можно передать прикосновением.</w:t>
            </w:r>
          </w:p>
        </w:tc>
        <w:tc>
          <w:tcPr>
            <w:tcW w:w="819" w:type="pct"/>
            <w:vAlign w:val="center"/>
          </w:tcPr>
          <w:p w:rsidR="00C80411" w:rsidRPr="00312B4C" w:rsidRDefault="00C80411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01</w:t>
            </w: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.1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6" w:type="pct"/>
          </w:tcPr>
          <w:p w:rsidR="00C80411" w:rsidRPr="00312B4C" w:rsidRDefault="00C80411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80411" w:rsidRPr="00A026A2" w:rsidTr="00343AE6">
        <w:trPr>
          <w:trHeight w:val="285"/>
        </w:trPr>
        <w:tc>
          <w:tcPr>
            <w:tcW w:w="548" w:type="pct"/>
            <w:vMerge/>
            <w:vAlign w:val="center"/>
          </w:tcPr>
          <w:p w:rsidR="00C80411" w:rsidRPr="00312B4C" w:rsidRDefault="00C80411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5" w:type="pct"/>
          </w:tcPr>
          <w:p w:rsidR="00C80411" w:rsidRPr="00312B4C" w:rsidRDefault="00C80411" w:rsidP="00A9436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572" w:type="pct"/>
            <w:vAlign w:val="center"/>
          </w:tcPr>
          <w:p w:rsidR="00C80411" w:rsidRPr="00312B4C" w:rsidRDefault="00C80411" w:rsidP="00312B4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Радость можно подарить взглядом.</w:t>
            </w:r>
          </w:p>
        </w:tc>
        <w:tc>
          <w:tcPr>
            <w:tcW w:w="819" w:type="pct"/>
            <w:vAlign w:val="center"/>
          </w:tcPr>
          <w:p w:rsidR="00C80411" w:rsidRPr="00312B4C" w:rsidRDefault="00C80411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08</w:t>
            </w: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.12</w:t>
            </w:r>
          </w:p>
        </w:tc>
        <w:tc>
          <w:tcPr>
            <w:tcW w:w="566" w:type="pct"/>
          </w:tcPr>
          <w:p w:rsidR="00C80411" w:rsidRPr="00312B4C" w:rsidRDefault="00C80411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80411" w:rsidRPr="00A026A2" w:rsidTr="00343AE6">
        <w:trPr>
          <w:trHeight w:val="255"/>
        </w:trPr>
        <w:tc>
          <w:tcPr>
            <w:tcW w:w="548" w:type="pct"/>
            <w:vMerge/>
            <w:vAlign w:val="center"/>
          </w:tcPr>
          <w:p w:rsidR="00C80411" w:rsidRPr="00312B4C" w:rsidRDefault="00C80411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5" w:type="pct"/>
          </w:tcPr>
          <w:p w:rsidR="00C80411" w:rsidRPr="00312B4C" w:rsidRDefault="00C80411" w:rsidP="00A9436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572" w:type="pct"/>
            <w:vAlign w:val="center"/>
          </w:tcPr>
          <w:p w:rsidR="00C80411" w:rsidRPr="00312B4C" w:rsidRDefault="00C80411" w:rsidP="00312B4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Грусть.</w:t>
            </w:r>
          </w:p>
        </w:tc>
        <w:tc>
          <w:tcPr>
            <w:tcW w:w="819" w:type="pct"/>
            <w:vAlign w:val="center"/>
          </w:tcPr>
          <w:p w:rsidR="00C80411" w:rsidRPr="00312B4C" w:rsidRDefault="00C80411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15</w:t>
            </w: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.12</w:t>
            </w:r>
          </w:p>
        </w:tc>
        <w:tc>
          <w:tcPr>
            <w:tcW w:w="566" w:type="pct"/>
          </w:tcPr>
          <w:p w:rsidR="00C80411" w:rsidRPr="00312B4C" w:rsidRDefault="00C80411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80411" w:rsidRPr="00A026A2" w:rsidTr="00343AE6">
        <w:trPr>
          <w:trHeight w:val="270"/>
        </w:trPr>
        <w:tc>
          <w:tcPr>
            <w:tcW w:w="548" w:type="pct"/>
            <w:vMerge/>
            <w:vAlign w:val="center"/>
          </w:tcPr>
          <w:p w:rsidR="00C80411" w:rsidRPr="00312B4C" w:rsidRDefault="00C80411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5" w:type="pct"/>
          </w:tcPr>
          <w:p w:rsidR="00C80411" w:rsidRPr="00312B4C" w:rsidRDefault="00C80411" w:rsidP="00A9436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2572" w:type="pct"/>
            <w:vAlign w:val="center"/>
          </w:tcPr>
          <w:p w:rsidR="00C80411" w:rsidRPr="00312B4C" w:rsidRDefault="00C80411" w:rsidP="00312B4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Страх. Его относительность.</w:t>
            </w:r>
          </w:p>
        </w:tc>
        <w:tc>
          <w:tcPr>
            <w:tcW w:w="819" w:type="pct"/>
            <w:vAlign w:val="center"/>
          </w:tcPr>
          <w:p w:rsidR="00C80411" w:rsidRPr="00312B4C" w:rsidRDefault="00C80411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22</w:t>
            </w: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.12</w:t>
            </w:r>
          </w:p>
        </w:tc>
        <w:tc>
          <w:tcPr>
            <w:tcW w:w="566" w:type="pct"/>
          </w:tcPr>
          <w:p w:rsidR="00C80411" w:rsidRPr="00312B4C" w:rsidRDefault="00C80411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80411" w:rsidRPr="00A026A2" w:rsidTr="00343AE6">
        <w:trPr>
          <w:trHeight w:val="255"/>
        </w:trPr>
        <w:tc>
          <w:tcPr>
            <w:tcW w:w="548" w:type="pct"/>
            <w:vMerge/>
            <w:vAlign w:val="center"/>
          </w:tcPr>
          <w:p w:rsidR="00C80411" w:rsidRPr="00312B4C" w:rsidRDefault="00C80411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5" w:type="pct"/>
          </w:tcPr>
          <w:p w:rsidR="00C80411" w:rsidRPr="00312B4C" w:rsidRDefault="00C80411" w:rsidP="00A9436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572" w:type="pct"/>
            <w:vAlign w:val="center"/>
          </w:tcPr>
          <w:p w:rsidR="00C80411" w:rsidRPr="00312B4C" w:rsidRDefault="00C80411" w:rsidP="00312B4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Как справиться со страхом.</w:t>
            </w:r>
          </w:p>
        </w:tc>
        <w:tc>
          <w:tcPr>
            <w:tcW w:w="819" w:type="pct"/>
            <w:vAlign w:val="center"/>
          </w:tcPr>
          <w:p w:rsidR="00C80411" w:rsidRPr="00312B4C" w:rsidRDefault="00C80411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29</w:t>
            </w: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.12</w:t>
            </w:r>
          </w:p>
        </w:tc>
        <w:tc>
          <w:tcPr>
            <w:tcW w:w="566" w:type="pct"/>
          </w:tcPr>
          <w:p w:rsidR="00C80411" w:rsidRPr="00312B4C" w:rsidRDefault="00C80411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80411" w:rsidRPr="00A026A2" w:rsidTr="00343AE6">
        <w:trPr>
          <w:trHeight w:val="300"/>
        </w:trPr>
        <w:tc>
          <w:tcPr>
            <w:tcW w:w="548" w:type="pct"/>
            <w:vMerge/>
            <w:vAlign w:val="center"/>
          </w:tcPr>
          <w:p w:rsidR="00C80411" w:rsidRPr="00312B4C" w:rsidRDefault="00C80411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5" w:type="pct"/>
          </w:tcPr>
          <w:p w:rsidR="00C80411" w:rsidRPr="00312B4C" w:rsidRDefault="00C80411" w:rsidP="00A9436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2572" w:type="pct"/>
            <w:vAlign w:val="center"/>
          </w:tcPr>
          <w:p w:rsidR="00C80411" w:rsidRPr="00312B4C" w:rsidRDefault="00C80411" w:rsidP="00312B4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Гнев. С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какими чувствами он дружит?</w:t>
            </w:r>
          </w:p>
        </w:tc>
        <w:tc>
          <w:tcPr>
            <w:tcW w:w="819" w:type="pct"/>
            <w:vAlign w:val="center"/>
          </w:tcPr>
          <w:p w:rsidR="00C80411" w:rsidRPr="00312B4C" w:rsidRDefault="00C80411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</w:t>
            </w: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.01</w:t>
            </w:r>
          </w:p>
        </w:tc>
        <w:tc>
          <w:tcPr>
            <w:tcW w:w="566" w:type="pct"/>
          </w:tcPr>
          <w:p w:rsidR="00C80411" w:rsidRPr="00312B4C" w:rsidRDefault="00C80411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80411" w:rsidRPr="00A026A2" w:rsidTr="00343AE6">
        <w:trPr>
          <w:trHeight w:val="255"/>
        </w:trPr>
        <w:tc>
          <w:tcPr>
            <w:tcW w:w="548" w:type="pct"/>
            <w:vMerge/>
            <w:vAlign w:val="center"/>
          </w:tcPr>
          <w:p w:rsidR="00C80411" w:rsidRPr="00312B4C" w:rsidRDefault="00C80411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5" w:type="pct"/>
          </w:tcPr>
          <w:p w:rsidR="00C80411" w:rsidRPr="00312B4C" w:rsidRDefault="00C80411" w:rsidP="00A9436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2572" w:type="pct"/>
            <w:vAlign w:val="center"/>
          </w:tcPr>
          <w:p w:rsidR="00C80411" w:rsidRPr="00312B4C" w:rsidRDefault="00C80411" w:rsidP="00312B4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Может ли гнев принести пользу?</w:t>
            </w:r>
          </w:p>
        </w:tc>
        <w:tc>
          <w:tcPr>
            <w:tcW w:w="819" w:type="pct"/>
            <w:vAlign w:val="center"/>
          </w:tcPr>
          <w:p w:rsidR="00C80411" w:rsidRPr="00312B4C" w:rsidRDefault="00C80411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19</w:t>
            </w: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.01</w:t>
            </w:r>
          </w:p>
        </w:tc>
        <w:tc>
          <w:tcPr>
            <w:tcW w:w="566" w:type="pct"/>
          </w:tcPr>
          <w:p w:rsidR="00C80411" w:rsidRPr="00312B4C" w:rsidRDefault="00C80411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80411" w:rsidRPr="00A026A2" w:rsidTr="00343AE6">
        <w:trPr>
          <w:trHeight w:val="270"/>
        </w:trPr>
        <w:tc>
          <w:tcPr>
            <w:tcW w:w="548" w:type="pct"/>
            <w:vMerge/>
            <w:vAlign w:val="center"/>
          </w:tcPr>
          <w:p w:rsidR="00C80411" w:rsidRPr="00312B4C" w:rsidRDefault="00C80411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5" w:type="pct"/>
          </w:tcPr>
          <w:p w:rsidR="00C80411" w:rsidRPr="00312B4C" w:rsidRDefault="00C80411" w:rsidP="00A9436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2572" w:type="pct"/>
            <w:vAlign w:val="center"/>
          </w:tcPr>
          <w:p w:rsidR="00C80411" w:rsidRPr="00312B4C" w:rsidRDefault="00C80411" w:rsidP="00312B4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Обида.</w:t>
            </w:r>
          </w:p>
        </w:tc>
        <w:tc>
          <w:tcPr>
            <w:tcW w:w="819" w:type="pct"/>
            <w:vAlign w:val="center"/>
          </w:tcPr>
          <w:p w:rsidR="00C80411" w:rsidRPr="00312B4C" w:rsidRDefault="00C80411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26</w:t>
            </w: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.01</w:t>
            </w:r>
          </w:p>
        </w:tc>
        <w:tc>
          <w:tcPr>
            <w:tcW w:w="566" w:type="pct"/>
          </w:tcPr>
          <w:p w:rsidR="00C80411" w:rsidRPr="00312B4C" w:rsidRDefault="00C80411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80411" w:rsidRPr="00A026A2" w:rsidTr="00343AE6">
        <w:trPr>
          <w:trHeight w:val="243"/>
        </w:trPr>
        <w:tc>
          <w:tcPr>
            <w:tcW w:w="548" w:type="pct"/>
            <w:vMerge/>
            <w:vAlign w:val="center"/>
          </w:tcPr>
          <w:p w:rsidR="00C80411" w:rsidRPr="00312B4C" w:rsidRDefault="00C80411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5" w:type="pct"/>
          </w:tcPr>
          <w:p w:rsidR="00C80411" w:rsidRPr="00312B4C" w:rsidRDefault="00C80411" w:rsidP="00A9436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572" w:type="pct"/>
            <w:vAlign w:val="center"/>
          </w:tcPr>
          <w:p w:rsidR="00C80411" w:rsidRPr="00312B4C" w:rsidRDefault="00C80411" w:rsidP="00312B4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Способы выражения чувств.</w:t>
            </w:r>
          </w:p>
        </w:tc>
        <w:tc>
          <w:tcPr>
            <w:tcW w:w="819" w:type="pct"/>
            <w:vAlign w:val="center"/>
          </w:tcPr>
          <w:p w:rsidR="00C80411" w:rsidRPr="00312B4C" w:rsidRDefault="00C80411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02</w:t>
            </w: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.02</w:t>
            </w:r>
          </w:p>
        </w:tc>
        <w:tc>
          <w:tcPr>
            <w:tcW w:w="566" w:type="pct"/>
          </w:tcPr>
          <w:p w:rsidR="00C80411" w:rsidRPr="00312B4C" w:rsidRDefault="00C80411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80411" w:rsidRPr="00A026A2" w:rsidTr="00343AE6">
        <w:trPr>
          <w:trHeight w:val="465"/>
        </w:trPr>
        <w:tc>
          <w:tcPr>
            <w:tcW w:w="548" w:type="pct"/>
            <w:vMerge w:val="restart"/>
            <w:vAlign w:val="center"/>
          </w:tcPr>
          <w:p w:rsidR="00C80411" w:rsidRPr="00312B4C" w:rsidRDefault="00C80411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Чем люди отличаются друг от друга?</w:t>
            </w:r>
          </w:p>
        </w:tc>
        <w:tc>
          <w:tcPr>
            <w:tcW w:w="495" w:type="pct"/>
          </w:tcPr>
          <w:p w:rsidR="00C80411" w:rsidRPr="00312B4C" w:rsidRDefault="00C80411" w:rsidP="00A9436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2572" w:type="pct"/>
            <w:vAlign w:val="center"/>
          </w:tcPr>
          <w:p w:rsidR="00C80411" w:rsidRPr="00312B4C" w:rsidRDefault="00C80411" w:rsidP="00312B4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Хорошие качества людей.</w:t>
            </w:r>
          </w:p>
        </w:tc>
        <w:tc>
          <w:tcPr>
            <w:tcW w:w="819" w:type="pct"/>
            <w:vAlign w:val="center"/>
          </w:tcPr>
          <w:p w:rsidR="00C80411" w:rsidRPr="00312B4C" w:rsidRDefault="00C80411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09</w:t>
            </w: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.02</w:t>
            </w:r>
          </w:p>
        </w:tc>
        <w:tc>
          <w:tcPr>
            <w:tcW w:w="566" w:type="pct"/>
          </w:tcPr>
          <w:p w:rsidR="00C80411" w:rsidRPr="00312B4C" w:rsidRDefault="00C80411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80411" w:rsidRPr="00A026A2" w:rsidTr="00343AE6">
        <w:trPr>
          <w:trHeight w:val="540"/>
        </w:trPr>
        <w:tc>
          <w:tcPr>
            <w:tcW w:w="548" w:type="pct"/>
            <w:vMerge/>
            <w:vAlign w:val="center"/>
          </w:tcPr>
          <w:p w:rsidR="00C80411" w:rsidRPr="00312B4C" w:rsidRDefault="00C80411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5" w:type="pct"/>
          </w:tcPr>
          <w:p w:rsidR="00C80411" w:rsidRPr="00312B4C" w:rsidRDefault="00C80411" w:rsidP="00A9436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2572" w:type="pct"/>
            <w:vAlign w:val="center"/>
          </w:tcPr>
          <w:p w:rsidR="00C80411" w:rsidRPr="00312B4C" w:rsidRDefault="00C80411" w:rsidP="00312B4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Самое важное хорошее качество.</w:t>
            </w:r>
          </w:p>
        </w:tc>
        <w:tc>
          <w:tcPr>
            <w:tcW w:w="819" w:type="pct"/>
            <w:vAlign w:val="center"/>
          </w:tcPr>
          <w:p w:rsidR="00C80411" w:rsidRPr="00312B4C" w:rsidRDefault="00C80411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16</w:t>
            </w: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.02</w:t>
            </w:r>
          </w:p>
        </w:tc>
        <w:tc>
          <w:tcPr>
            <w:tcW w:w="566" w:type="pct"/>
          </w:tcPr>
          <w:p w:rsidR="00C80411" w:rsidRPr="00312B4C" w:rsidRDefault="00C80411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80411" w:rsidRPr="00A026A2" w:rsidTr="00343AE6">
        <w:trPr>
          <w:trHeight w:val="885"/>
        </w:trPr>
        <w:tc>
          <w:tcPr>
            <w:tcW w:w="548" w:type="pct"/>
            <w:vMerge/>
            <w:vAlign w:val="center"/>
          </w:tcPr>
          <w:p w:rsidR="00C80411" w:rsidRPr="00312B4C" w:rsidRDefault="00C80411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5" w:type="pct"/>
          </w:tcPr>
          <w:p w:rsidR="00C80411" w:rsidRPr="00312B4C" w:rsidRDefault="00C80411" w:rsidP="00A9436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2572" w:type="pct"/>
            <w:vAlign w:val="center"/>
          </w:tcPr>
          <w:p w:rsidR="00C80411" w:rsidRPr="00312B4C" w:rsidRDefault="00C80411" w:rsidP="00312B4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Кто такой доброжелательный человек?</w:t>
            </w:r>
          </w:p>
          <w:p w:rsidR="00C80411" w:rsidRPr="00312B4C" w:rsidRDefault="00C80411" w:rsidP="00312B4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Трудно ли быть доброжелательным человеком?</w:t>
            </w:r>
          </w:p>
        </w:tc>
        <w:tc>
          <w:tcPr>
            <w:tcW w:w="819" w:type="pct"/>
            <w:vAlign w:val="center"/>
          </w:tcPr>
          <w:p w:rsidR="00C80411" w:rsidRPr="00312B4C" w:rsidRDefault="00C80411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02.03</w:t>
            </w:r>
          </w:p>
        </w:tc>
        <w:tc>
          <w:tcPr>
            <w:tcW w:w="566" w:type="pct"/>
          </w:tcPr>
          <w:p w:rsidR="00C80411" w:rsidRPr="00312B4C" w:rsidRDefault="00C80411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80411" w:rsidRPr="00A026A2" w:rsidTr="00343AE6">
        <w:trPr>
          <w:trHeight w:val="1080"/>
        </w:trPr>
        <w:tc>
          <w:tcPr>
            <w:tcW w:w="548" w:type="pct"/>
            <w:vMerge/>
            <w:vAlign w:val="center"/>
          </w:tcPr>
          <w:p w:rsidR="00C80411" w:rsidRPr="00312B4C" w:rsidRDefault="00C80411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5" w:type="pct"/>
          </w:tcPr>
          <w:p w:rsidR="00C80411" w:rsidRPr="00312B4C" w:rsidRDefault="00C80411" w:rsidP="00A9436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2572" w:type="pct"/>
            <w:vAlign w:val="center"/>
          </w:tcPr>
          <w:p w:rsidR="00C80411" w:rsidRPr="00312B4C" w:rsidRDefault="00C80411" w:rsidP="00312B4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Какие качества нам нравятся вдруг друге?</w:t>
            </w:r>
          </w:p>
        </w:tc>
        <w:tc>
          <w:tcPr>
            <w:tcW w:w="819" w:type="pct"/>
            <w:vAlign w:val="center"/>
          </w:tcPr>
          <w:p w:rsidR="00C80411" w:rsidRPr="00312B4C" w:rsidRDefault="00C80411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09</w:t>
            </w: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.03</w:t>
            </w:r>
          </w:p>
        </w:tc>
        <w:tc>
          <w:tcPr>
            <w:tcW w:w="566" w:type="pct"/>
          </w:tcPr>
          <w:p w:rsidR="00C80411" w:rsidRPr="00312B4C" w:rsidRDefault="00C80411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80411" w:rsidRPr="00A026A2" w:rsidTr="00343AE6">
        <w:trPr>
          <w:trHeight w:val="1395"/>
        </w:trPr>
        <w:tc>
          <w:tcPr>
            <w:tcW w:w="548" w:type="pct"/>
            <w:vMerge/>
            <w:vAlign w:val="center"/>
          </w:tcPr>
          <w:p w:rsidR="00C80411" w:rsidRPr="00312B4C" w:rsidRDefault="00C80411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5" w:type="pct"/>
          </w:tcPr>
          <w:p w:rsidR="00C80411" w:rsidRPr="00312B4C" w:rsidRDefault="00C80411" w:rsidP="00A9436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2572" w:type="pct"/>
            <w:vAlign w:val="center"/>
          </w:tcPr>
          <w:p w:rsidR="00C80411" w:rsidRPr="00312B4C" w:rsidRDefault="00C80411" w:rsidP="00312B4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Какими качествами мы отличаемся?</w:t>
            </w:r>
          </w:p>
          <w:p w:rsidR="00C80411" w:rsidRPr="00312B4C" w:rsidRDefault="00C80411" w:rsidP="00312B4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ветлые и темные качества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людей</w:t>
            </w: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19" w:type="pct"/>
            <w:vAlign w:val="center"/>
          </w:tcPr>
          <w:p w:rsidR="00C80411" w:rsidRPr="00312B4C" w:rsidRDefault="00C80411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16</w:t>
            </w: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.03</w:t>
            </w:r>
          </w:p>
        </w:tc>
        <w:tc>
          <w:tcPr>
            <w:tcW w:w="566" w:type="pct"/>
          </w:tcPr>
          <w:p w:rsidR="00C80411" w:rsidRPr="00312B4C" w:rsidRDefault="00C80411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80411" w:rsidRPr="00A026A2" w:rsidTr="00343AE6">
        <w:trPr>
          <w:trHeight w:val="555"/>
        </w:trPr>
        <w:tc>
          <w:tcPr>
            <w:tcW w:w="548" w:type="pct"/>
            <w:vMerge w:val="restart"/>
            <w:vAlign w:val="center"/>
          </w:tcPr>
          <w:p w:rsidR="00C80411" w:rsidRPr="00312B4C" w:rsidRDefault="00C80411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Какой я? – Какой ты?</w:t>
            </w:r>
          </w:p>
        </w:tc>
        <w:tc>
          <w:tcPr>
            <w:tcW w:w="495" w:type="pct"/>
          </w:tcPr>
          <w:p w:rsidR="00C80411" w:rsidRPr="00312B4C" w:rsidRDefault="00C80411" w:rsidP="00A9436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2572" w:type="pct"/>
            <w:vAlign w:val="center"/>
          </w:tcPr>
          <w:p w:rsidR="00C80411" w:rsidRPr="00312B4C" w:rsidRDefault="00C80411" w:rsidP="00312B4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12B4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Какой Я? 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312B4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Какой Ты?</w:t>
            </w:r>
          </w:p>
        </w:tc>
        <w:tc>
          <w:tcPr>
            <w:tcW w:w="819" w:type="pct"/>
            <w:vAlign w:val="center"/>
          </w:tcPr>
          <w:p w:rsidR="00C80411" w:rsidRPr="00312B4C" w:rsidRDefault="00C80411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06</w:t>
            </w: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.0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66" w:type="pct"/>
          </w:tcPr>
          <w:p w:rsidR="00C80411" w:rsidRPr="00312B4C" w:rsidRDefault="00C80411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80411" w:rsidRPr="00A026A2" w:rsidTr="00343AE6">
        <w:trPr>
          <w:trHeight w:val="555"/>
        </w:trPr>
        <w:tc>
          <w:tcPr>
            <w:tcW w:w="548" w:type="pct"/>
            <w:vMerge/>
            <w:vAlign w:val="center"/>
          </w:tcPr>
          <w:p w:rsidR="00C80411" w:rsidRPr="00312B4C" w:rsidRDefault="00C80411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5" w:type="pct"/>
          </w:tcPr>
          <w:p w:rsidR="00C80411" w:rsidRPr="00312B4C" w:rsidRDefault="00C80411" w:rsidP="00A9436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2572" w:type="pct"/>
            <w:vAlign w:val="center"/>
          </w:tcPr>
          <w:p w:rsidR="00C80411" w:rsidRPr="00312B4C" w:rsidRDefault="00C80411" w:rsidP="00312B4C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Трудности третьеклассника</w:t>
            </w:r>
            <w:r w:rsidRPr="00312B4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в школе, дома, на улице.</w:t>
            </w:r>
          </w:p>
        </w:tc>
        <w:tc>
          <w:tcPr>
            <w:tcW w:w="819" w:type="pct"/>
            <w:vAlign w:val="center"/>
          </w:tcPr>
          <w:p w:rsidR="00C80411" w:rsidRPr="00312B4C" w:rsidRDefault="00C80411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13</w:t>
            </w: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.04</w:t>
            </w:r>
          </w:p>
        </w:tc>
        <w:tc>
          <w:tcPr>
            <w:tcW w:w="566" w:type="pct"/>
          </w:tcPr>
          <w:p w:rsidR="00C80411" w:rsidRPr="00312B4C" w:rsidRDefault="00C80411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80411" w:rsidRPr="00A026A2" w:rsidTr="00343AE6">
        <w:trPr>
          <w:trHeight w:val="534"/>
        </w:trPr>
        <w:tc>
          <w:tcPr>
            <w:tcW w:w="548" w:type="pct"/>
            <w:vMerge/>
            <w:vAlign w:val="center"/>
          </w:tcPr>
          <w:p w:rsidR="00C80411" w:rsidRPr="00312B4C" w:rsidRDefault="00C80411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5" w:type="pct"/>
          </w:tcPr>
          <w:p w:rsidR="00C80411" w:rsidRPr="00312B4C" w:rsidRDefault="00C80411" w:rsidP="00A9436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2572" w:type="pct"/>
            <w:vAlign w:val="center"/>
          </w:tcPr>
          <w:p w:rsidR="00C80411" w:rsidRPr="003160E5" w:rsidRDefault="00C80411" w:rsidP="00312B4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12B4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Школьные трудности.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312B4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Домашние трудности.</w:t>
            </w:r>
          </w:p>
        </w:tc>
        <w:tc>
          <w:tcPr>
            <w:tcW w:w="819" w:type="pct"/>
            <w:vAlign w:val="center"/>
          </w:tcPr>
          <w:p w:rsidR="00C80411" w:rsidRPr="00312B4C" w:rsidRDefault="00C80411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.04</w:t>
            </w:r>
          </w:p>
        </w:tc>
        <w:tc>
          <w:tcPr>
            <w:tcW w:w="566" w:type="pct"/>
          </w:tcPr>
          <w:p w:rsidR="00C80411" w:rsidRPr="00312B4C" w:rsidRDefault="00C80411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80411" w:rsidRPr="00A026A2" w:rsidTr="00343AE6">
        <w:trPr>
          <w:trHeight w:val="570"/>
        </w:trPr>
        <w:tc>
          <w:tcPr>
            <w:tcW w:w="548" w:type="pct"/>
            <w:vMerge w:val="restart"/>
            <w:vAlign w:val="center"/>
          </w:tcPr>
          <w:p w:rsidR="00C80411" w:rsidRPr="00312B4C" w:rsidRDefault="00C80411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Я – фантазер.</w:t>
            </w:r>
          </w:p>
        </w:tc>
        <w:tc>
          <w:tcPr>
            <w:tcW w:w="495" w:type="pct"/>
          </w:tcPr>
          <w:p w:rsidR="00C80411" w:rsidRPr="00312B4C" w:rsidRDefault="00C80411" w:rsidP="00A9436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2572" w:type="pct"/>
            <w:vAlign w:val="center"/>
          </w:tcPr>
          <w:p w:rsidR="00C80411" w:rsidRPr="00312B4C" w:rsidRDefault="00C80411" w:rsidP="00312B4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Кого можно назвать фантазером?</w:t>
            </w:r>
          </w:p>
          <w:p w:rsidR="00C80411" w:rsidRPr="00312B4C" w:rsidRDefault="00C80411" w:rsidP="00312B4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Я умею фантазировать!</w:t>
            </w:r>
          </w:p>
        </w:tc>
        <w:tc>
          <w:tcPr>
            <w:tcW w:w="819" w:type="pct"/>
            <w:vAlign w:val="center"/>
          </w:tcPr>
          <w:p w:rsidR="00C80411" w:rsidRPr="00312B4C" w:rsidRDefault="00C80411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27</w:t>
            </w: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Pr="00312B4C">
              <w:rPr>
                <w:rFonts w:ascii="Times New Roman" w:hAnsi="Times New Roman"/>
                <w:sz w:val="28"/>
                <w:szCs w:val="28"/>
                <w:lang w:val="en-US" w:eastAsia="ru-RU"/>
              </w:rPr>
              <w:t>04</w:t>
            </w:r>
          </w:p>
        </w:tc>
        <w:tc>
          <w:tcPr>
            <w:tcW w:w="566" w:type="pct"/>
          </w:tcPr>
          <w:p w:rsidR="00C80411" w:rsidRPr="00312B4C" w:rsidRDefault="00C80411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</w:tc>
      </w:tr>
      <w:tr w:rsidR="00C80411" w:rsidRPr="00A026A2" w:rsidTr="00343AE6">
        <w:trPr>
          <w:trHeight w:val="810"/>
        </w:trPr>
        <w:tc>
          <w:tcPr>
            <w:tcW w:w="548" w:type="pct"/>
            <w:vMerge/>
            <w:vAlign w:val="center"/>
          </w:tcPr>
          <w:p w:rsidR="00C80411" w:rsidRPr="00312B4C" w:rsidRDefault="00C80411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5" w:type="pct"/>
          </w:tcPr>
          <w:p w:rsidR="00C80411" w:rsidRPr="00312B4C" w:rsidRDefault="00C80411" w:rsidP="00A9436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572" w:type="pct"/>
            <w:vAlign w:val="center"/>
          </w:tcPr>
          <w:p w:rsidR="00C80411" w:rsidRPr="00312B4C" w:rsidRDefault="00C80411" w:rsidP="00312B4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Мои сны.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Я умею сочинять!</w:t>
            </w:r>
          </w:p>
          <w:p w:rsidR="00C80411" w:rsidRPr="00312B4C" w:rsidRDefault="00C80411" w:rsidP="00312B4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Фантазии и ложь.</w:t>
            </w:r>
          </w:p>
        </w:tc>
        <w:tc>
          <w:tcPr>
            <w:tcW w:w="819" w:type="pct"/>
            <w:vAlign w:val="center"/>
          </w:tcPr>
          <w:p w:rsidR="00C80411" w:rsidRPr="003011CB" w:rsidRDefault="00C80411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04</w:t>
            </w: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Pr="00312B4C">
              <w:rPr>
                <w:rFonts w:ascii="Times New Roman" w:hAnsi="Times New Roman"/>
                <w:sz w:val="28"/>
                <w:szCs w:val="28"/>
                <w:lang w:val="en-US" w:eastAsia="ru-RU"/>
              </w:rPr>
              <w:t>0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66" w:type="pct"/>
          </w:tcPr>
          <w:p w:rsidR="00C80411" w:rsidRPr="00312B4C" w:rsidRDefault="00C80411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</w:tc>
      </w:tr>
      <w:tr w:rsidR="00C80411" w:rsidRPr="00A026A2" w:rsidTr="00343AE6">
        <w:trPr>
          <w:trHeight w:val="525"/>
        </w:trPr>
        <w:tc>
          <w:tcPr>
            <w:tcW w:w="548" w:type="pct"/>
            <w:vMerge w:val="restart"/>
            <w:vAlign w:val="center"/>
          </w:tcPr>
          <w:p w:rsidR="00C80411" w:rsidRPr="00312B4C" w:rsidRDefault="00C80411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Я и моя школа.</w:t>
            </w:r>
          </w:p>
        </w:tc>
        <w:tc>
          <w:tcPr>
            <w:tcW w:w="495" w:type="pct"/>
          </w:tcPr>
          <w:p w:rsidR="00C80411" w:rsidRPr="00312B4C" w:rsidRDefault="00C80411" w:rsidP="00A9436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2572" w:type="pct"/>
            <w:vAlign w:val="center"/>
          </w:tcPr>
          <w:p w:rsidR="00C80411" w:rsidRPr="00312B4C" w:rsidRDefault="00C80411" w:rsidP="00312B4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Я и моя школа. Что такое лень?</w:t>
            </w:r>
          </w:p>
          <w:p w:rsidR="00C80411" w:rsidRPr="00312B4C" w:rsidRDefault="00C80411" w:rsidP="00312B4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19" w:type="pct"/>
            <w:vAlign w:val="center"/>
          </w:tcPr>
          <w:p w:rsidR="00C80411" w:rsidRPr="00312B4C" w:rsidRDefault="00C80411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18</w:t>
            </w: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.0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66" w:type="pct"/>
          </w:tcPr>
          <w:p w:rsidR="00C80411" w:rsidRPr="00312B4C" w:rsidRDefault="00C80411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80411" w:rsidRPr="00A026A2" w:rsidTr="00343AE6">
        <w:trPr>
          <w:trHeight w:val="855"/>
        </w:trPr>
        <w:tc>
          <w:tcPr>
            <w:tcW w:w="548" w:type="pct"/>
            <w:vMerge/>
            <w:vAlign w:val="center"/>
          </w:tcPr>
          <w:p w:rsidR="00C80411" w:rsidRPr="00312B4C" w:rsidRDefault="00C80411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5" w:type="pct"/>
          </w:tcPr>
          <w:p w:rsidR="00C80411" w:rsidRPr="00312B4C" w:rsidRDefault="00C80411" w:rsidP="00A9436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2572" w:type="pct"/>
            <w:vAlign w:val="center"/>
          </w:tcPr>
          <w:p w:rsidR="00C80411" w:rsidRPr="00312B4C" w:rsidRDefault="00C80411" w:rsidP="00312B4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Я и мой учитель. Как справляться с </w:t>
            </w:r>
          </w:p>
          <w:p w:rsidR="00C80411" w:rsidRPr="00312B4C" w:rsidRDefault="00C80411" w:rsidP="00312B4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«немогучками».</w:t>
            </w:r>
          </w:p>
        </w:tc>
        <w:tc>
          <w:tcPr>
            <w:tcW w:w="819" w:type="pct"/>
            <w:vAlign w:val="center"/>
          </w:tcPr>
          <w:p w:rsidR="00C80411" w:rsidRPr="00312B4C" w:rsidRDefault="00C80411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25</w:t>
            </w: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.05</w:t>
            </w:r>
          </w:p>
        </w:tc>
        <w:tc>
          <w:tcPr>
            <w:tcW w:w="566" w:type="pct"/>
          </w:tcPr>
          <w:p w:rsidR="00C80411" w:rsidRPr="00312B4C" w:rsidRDefault="00C80411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C80411" w:rsidRPr="00312B4C" w:rsidRDefault="00C80411" w:rsidP="00312B4C">
      <w:pPr>
        <w:spacing w:line="240" w:lineRule="auto"/>
        <w:jc w:val="both"/>
        <w:rPr>
          <w:rFonts w:ascii="Times New Roman" w:hAnsi="Times New Roman"/>
          <w:sz w:val="28"/>
          <w:szCs w:val="28"/>
        </w:rPr>
        <w:sectPr w:rsidR="00C80411" w:rsidRPr="00312B4C" w:rsidSect="00F169E5">
          <w:footerReference w:type="default" r:id="rId8"/>
          <w:pgSz w:w="11906" w:h="16838"/>
          <w:pgMar w:top="1134" w:right="1701" w:bottom="1134" w:left="851" w:header="709" w:footer="709" w:gutter="0"/>
          <w:cols w:space="708"/>
          <w:docGrid w:linePitch="360"/>
        </w:sectPr>
      </w:pPr>
    </w:p>
    <w:p w:rsidR="00C80411" w:rsidRDefault="00C80411" w:rsidP="00693438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93438">
        <w:rPr>
          <w:rFonts w:ascii="Times New Roman" w:hAnsi="Times New Roman"/>
          <w:b/>
          <w:sz w:val="28"/>
          <w:szCs w:val="28"/>
        </w:rPr>
        <w:t xml:space="preserve">Анатация к программе </w:t>
      </w:r>
      <w:r w:rsidRPr="00693438">
        <w:rPr>
          <w:rFonts w:ascii="Times New Roman" w:hAnsi="Times New Roman"/>
          <w:b/>
          <w:sz w:val="28"/>
          <w:szCs w:val="28"/>
          <w:lang w:eastAsia="ru-RU"/>
        </w:rPr>
        <w:t>внеурочной деятельности</w:t>
      </w:r>
    </w:p>
    <w:p w:rsidR="00C80411" w:rsidRDefault="00C80411" w:rsidP="00693438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93438">
        <w:rPr>
          <w:rFonts w:ascii="Times New Roman" w:hAnsi="Times New Roman"/>
          <w:b/>
          <w:sz w:val="28"/>
          <w:szCs w:val="28"/>
          <w:lang w:eastAsia="ru-RU"/>
        </w:rPr>
        <w:t xml:space="preserve"> «Тропинка к своему «Я».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(2класс)</w:t>
      </w:r>
    </w:p>
    <w:p w:rsidR="00C80411" w:rsidRPr="00B53571" w:rsidRDefault="00C80411" w:rsidP="00B53571">
      <w:pPr>
        <w:pStyle w:val="NormalWeb"/>
        <w:jc w:val="both"/>
        <w:rPr>
          <w:color w:val="000000"/>
          <w:sz w:val="28"/>
          <w:szCs w:val="28"/>
          <w:shd w:val="clear" w:color="auto" w:fill="FFFFFF"/>
        </w:rPr>
      </w:pPr>
      <w:r w:rsidRPr="00B53571">
        <w:rPr>
          <w:color w:val="000000"/>
          <w:sz w:val="28"/>
          <w:szCs w:val="28"/>
        </w:rPr>
        <w:t>Рабочая программа внеурочной деятельности «Тропинка к своему «Я» составлена н</w:t>
      </w:r>
      <w:r w:rsidRPr="00B53571">
        <w:rPr>
          <w:color w:val="000000"/>
          <w:sz w:val="28"/>
          <w:szCs w:val="28"/>
          <w:shd w:val="clear" w:color="auto" w:fill="FFFFFF"/>
        </w:rPr>
        <w:t>а основе программы формирования психологического здоровья младших школьников «Тропинка к своему Я». Уроки психологии в начальной школе (1-4). Хухлаева О.В. Москва: Генезис, 2012г.</w:t>
      </w:r>
      <w:r>
        <w:rPr>
          <w:rStyle w:val="c0"/>
          <w:color w:val="000000"/>
          <w:sz w:val="28"/>
          <w:szCs w:val="28"/>
        </w:rPr>
        <w:t>        </w:t>
      </w:r>
    </w:p>
    <w:p w:rsidR="00C80411" w:rsidRDefault="00C80411" w:rsidP="00B53571">
      <w:pPr>
        <w:pStyle w:val="c15"/>
        <w:shd w:val="clear" w:color="auto" w:fill="FFFFFF"/>
        <w:spacing w:before="0" w:beforeAutospacing="0" w:after="0" w:afterAutospacing="0"/>
        <w:ind w:firstLine="360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Программа психологических занятий в начальной школе направлена на формирование и сохранение психологического здоровья младших школьников. Срок реализации программы 1 год. Возраст детей – 7-8 лет (2 класс)</w:t>
      </w:r>
    </w:p>
    <w:p w:rsidR="00C80411" w:rsidRPr="00B53571" w:rsidRDefault="00C80411" w:rsidP="00B53571">
      <w:pPr>
        <w:pStyle w:val="c15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  <w:sz w:val="27"/>
          <w:szCs w:val="27"/>
        </w:rPr>
        <w:t>Рабочая программа рассчитана во 2 классе на 34 часа, (1 ч в неделю, 34 учебных недели).</w:t>
      </w:r>
      <w:bookmarkStart w:id="0" w:name="_GoBack"/>
      <w:bookmarkEnd w:id="0"/>
    </w:p>
    <w:p w:rsidR="00C80411" w:rsidRDefault="00C80411" w:rsidP="00693438">
      <w:pPr>
        <w:spacing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C80411" w:rsidRPr="00693438" w:rsidRDefault="00C80411" w:rsidP="00693438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sectPr w:rsidR="00C80411" w:rsidRPr="00693438" w:rsidSect="00DD54C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0411" w:rsidRDefault="00C80411" w:rsidP="00081B0A">
      <w:pPr>
        <w:spacing w:after="0" w:line="240" w:lineRule="auto"/>
      </w:pPr>
      <w:r>
        <w:separator/>
      </w:r>
    </w:p>
  </w:endnote>
  <w:endnote w:type="continuationSeparator" w:id="0">
    <w:p w:rsidR="00C80411" w:rsidRDefault="00C80411" w:rsidP="00081B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411" w:rsidRDefault="00C80411">
    <w:pPr>
      <w:pStyle w:val="Footer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>
      <w:rPr>
        <w:noProof/>
      </w:rPr>
      <w:t>1</w:t>
    </w:r>
    <w:r>
      <w:rPr>
        <w:noProof/>
      </w:rPr>
      <w:fldChar w:fldCharType="end"/>
    </w:r>
  </w:p>
  <w:p w:rsidR="00C80411" w:rsidRDefault="00C8041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0411" w:rsidRDefault="00C80411" w:rsidP="00081B0A">
      <w:pPr>
        <w:spacing w:after="0" w:line="240" w:lineRule="auto"/>
      </w:pPr>
      <w:r>
        <w:separator/>
      </w:r>
    </w:p>
  </w:footnote>
  <w:footnote w:type="continuationSeparator" w:id="0">
    <w:p w:rsidR="00C80411" w:rsidRDefault="00C80411" w:rsidP="00081B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61751"/>
    <w:multiLevelType w:val="hybridMultilevel"/>
    <w:tmpl w:val="B0426E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0043FC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B5D100A"/>
    <w:multiLevelType w:val="hybridMultilevel"/>
    <w:tmpl w:val="EA78C41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0E003D4B"/>
    <w:multiLevelType w:val="hybridMultilevel"/>
    <w:tmpl w:val="38044A6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3">
    <w:nsid w:val="108F7E06"/>
    <w:multiLevelType w:val="hybridMultilevel"/>
    <w:tmpl w:val="013CC94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13607239"/>
    <w:multiLevelType w:val="hybridMultilevel"/>
    <w:tmpl w:val="74F669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4B81A91"/>
    <w:multiLevelType w:val="hybridMultilevel"/>
    <w:tmpl w:val="B0FE868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16020FCB"/>
    <w:multiLevelType w:val="hybridMultilevel"/>
    <w:tmpl w:val="458A3F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9213DCD"/>
    <w:multiLevelType w:val="hybridMultilevel"/>
    <w:tmpl w:val="699869D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8">
    <w:nsid w:val="2DED2195"/>
    <w:multiLevelType w:val="hybridMultilevel"/>
    <w:tmpl w:val="1BFE2F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F463B55"/>
    <w:multiLevelType w:val="hybridMultilevel"/>
    <w:tmpl w:val="97FC322A"/>
    <w:lvl w:ilvl="0" w:tplc="C68222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4F96D48"/>
    <w:multiLevelType w:val="multilevel"/>
    <w:tmpl w:val="7EF8662E"/>
    <w:lvl w:ilvl="0">
      <w:start w:val="1"/>
      <w:numFmt w:val="upperRoman"/>
      <w:lvlText w:val="%1."/>
      <w:lvlJc w:val="left"/>
      <w:pPr>
        <w:ind w:left="1800" w:hanging="72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800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cs="Times New Roman" w:hint="default"/>
        <w:b/>
      </w:rPr>
    </w:lvl>
  </w:abstractNum>
  <w:abstractNum w:abstractNumId="11">
    <w:nsid w:val="3FBC3D92"/>
    <w:multiLevelType w:val="hybridMultilevel"/>
    <w:tmpl w:val="7200C41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2">
    <w:nsid w:val="4FEF3DD3"/>
    <w:multiLevelType w:val="hybridMultilevel"/>
    <w:tmpl w:val="08701A1E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572604D9"/>
    <w:multiLevelType w:val="hybridMultilevel"/>
    <w:tmpl w:val="543AA7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59130845"/>
    <w:multiLevelType w:val="hybridMultilevel"/>
    <w:tmpl w:val="CB1A2C4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">
    <w:nsid w:val="6FED2B58"/>
    <w:multiLevelType w:val="hybridMultilevel"/>
    <w:tmpl w:val="0294212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6">
    <w:nsid w:val="70327E7E"/>
    <w:multiLevelType w:val="hybridMultilevel"/>
    <w:tmpl w:val="DE446E3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>
    <w:nsid w:val="71CE4C7B"/>
    <w:multiLevelType w:val="hybridMultilevel"/>
    <w:tmpl w:val="492A50B6"/>
    <w:lvl w:ilvl="0" w:tplc="28BAC410">
      <w:start w:val="35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C31476F"/>
    <w:multiLevelType w:val="hybridMultilevel"/>
    <w:tmpl w:val="7946DBC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0"/>
  </w:num>
  <w:num w:numId="2">
    <w:abstractNumId w:val="5"/>
  </w:num>
  <w:num w:numId="3">
    <w:abstractNumId w:val="8"/>
  </w:num>
  <w:num w:numId="4">
    <w:abstractNumId w:val="13"/>
  </w:num>
  <w:num w:numId="5">
    <w:abstractNumId w:val="7"/>
  </w:num>
  <w:num w:numId="6">
    <w:abstractNumId w:val="14"/>
  </w:num>
  <w:num w:numId="7">
    <w:abstractNumId w:val="9"/>
  </w:num>
  <w:num w:numId="8">
    <w:abstractNumId w:val="1"/>
  </w:num>
  <w:num w:numId="9">
    <w:abstractNumId w:val="18"/>
  </w:num>
  <w:num w:numId="10">
    <w:abstractNumId w:val="4"/>
  </w:num>
  <w:num w:numId="11">
    <w:abstractNumId w:val="0"/>
  </w:num>
  <w:num w:numId="12">
    <w:abstractNumId w:val="6"/>
  </w:num>
  <w:num w:numId="13">
    <w:abstractNumId w:val="15"/>
  </w:num>
  <w:num w:numId="14">
    <w:abstractNumId w:val="3"/>
  </w:num>
  <w:num w:numId="15">
    <w:abstractNumId w:val="16"/>
  </w:num>
  <w:num w:numId="16">
    <w:abstractNumId w:val="11"/>
  </w:num>
  <w:num w:numId="17">
    <w:abstractNumId w:val="2"/>
  </w:num>
  <w:num w:numId="18">
    <w:abstractNumId w:val="12"/>
  </w:num>
  <w:num w:numId="19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31A3B"/>
    <w:rsid w:val="00041392"/>
    <w:rsid w:val="00056939"/>
    <w:rsid w:val="00081B0A"/>
    <w:rsid w:val="000A31CB"/>
    <w:rsid w:val="001501EF"/>
    <w:rsid w:val="00180F04"/>
    <w:rsid w:val="001B2FC6"/>
    <w:rsid w:val="001B658B"/>
    <w:rsid w:val="00226778"/>
    <w:rsid w:val="003011CB"/>
    <w:rsid w:val="00312B4C"/>
    <w:rsid w:val="003160E5"/>
    <w:rsid w:val="00324D32"/>
    <w:rsid w:val="0033262F"/>
    <w:rsid w:val="00342702"/>
    <w:rsid w:val="00343AE6"/>
    <w:rsid w:val="003802AA"/>
    <w:rsid w:val="00386442"/>
    <w:rsid w:val="00396DBF"/>
    <w:rsid w:val="003B05F1"/>
    <w:rsid w:val="003B1F8F"/>
    <w:rsid w:val="00410432"/>
    <w:rsid w:val="0044105F"/>
    <w:rsid w:val="004E359A"/>
    <w:rsid w:val="00503A75"/>
    <w:rsid w:val="00553E1A"/>
    <w:rsid w:val="00563427"/>
    <w:rsid w:val="00566DBB"/>
    <w:rsid w:val="00575D11"/>
    <w:rsid w:val="005B7E97"/>
    <w:rsid w:val="005E47AF"/>
    <w:rsid w:val="006122E4"/>
    <w:rsid w:val="00631A3B"/>
    <w:rsid w:val="0065265E"/>
    <w:rsid w:val="006573B8"/>
    <w:rsid w:val="00693438"/>
    <w:rsid w:val="006A1EBE"/>
    <w:rsid w:val="006E0FE1"/>
    <w:rsid w:val="007317BE"/>
    <w:rsid w:val="00737EB1"/>
    <w:rsid w:val="0079783F"/>
    <w:rsid w:val="007B5C6E"/>
    <w:rsid w:val="007C287E"/>
    <w:rsid w:val="008342E6"/>
    <w:rsid w:val="0089098F"/>
    <w:rsid w:val="00897AC3"/>
    <w:rsid w:val="008F4D49"/>
    <w:rsid w:val="00926302"/>
    <w:rsid w:val="0097126E"/>
    <w:rsid w:val="009F4669"/>
    <w:rsid w:val="00A026A2"/>
    <w:rsid w:val="00A0434A"/>
    <w:rsid w:val="00A137C1"/>
    <w:rsid w:val="00A14F52"/>
    <w:rsid w:val="00A300B7"/>
    <w:rsid w:val="00A41B16"/>
    <w:rsid w:val="00A42CBE"/>
    <w:rsid w:val="00A94361"/>
    <w:rsid w:val="00AD2822"/>
    <w:rsid w:val="00B02CA9"/>
    <w:rsid w:val="00B53571"/>
    <w:rsid w:val="00B75046"/>
    <w:rsid w:val="00B8348E"/>
    <w:rsid w:val="00B919B3"/>
    <w:rsid w:val="00B9413A"/>
    <w:rsid w:val="00B95EF0"/>
    <w:rsid w:val="00BA3064"/>
    <w:rsid w:val="00BA41AF"/>
    <w:rsid w:val="00C32EB0"/>
    <w:rsid w:val="00C35137"/>
    <w:rsid w:val="00C80411"/>
    <w:rsid w:val="00C84860"/>
    <w:rsid w:val="00C8560E"/>
    <w:rsid w:val="00D14945"/>
    <w:rsid w:val="00D1710E"/>
    <w:rsid w:val="00D32C9C"/>
    <w:rsid w:val="00D41370"/>
    <w:rsid w:val="00D66133"/>
    <w:rsid w:val="00DB608F"/>
    <w:rsid w:val="00DD54C0"/>
    <w:rsid w:val="00E14FA4"/>
    <w:rsid w:val="00E31FDD"/>
    <w:rsid w:val="00EB638D"/>
    <w:rsid w:val="00EC3291"/>
    <w:rsid w:val="00EF53A0"/>
    <w:rsid w:val="00F169E5"/>
    <w:rsid w:val="00F37457"/>
    <w:rsid w:val="00F4404D"/>
    <w:rsid w:val="00F71ECB"/>
    <w:rsid w:val="00F870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1A3B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31A3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C848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8486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081B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081B0A"/>
    <w:rPr>
      <w:rFonts w:cs="Times New Roman"/>
    </w:rPr>
  </w:style>
  <w:style w:type="paragraph" w:styleId="Footer">
    <w:name w:val="footer"/>
    <w:basedOn w:val="Normal"/>
    <w:link w:val="FooterChar"/>
    <w:uiPriority w:val="99"/>
    <w:rsid w:val="00081B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081B0A"/>
    <w:rPr>
      <w:rFonts w:cs="Times New Roman"/>
    </w:rPr>
  </w:style>
  <w:style w:type="table" w:styleId="TableGrid">
    <w:name w:val="Table Grid"/>
    <w:basedOn w:val="TableNormal"/>
    <w:uiPriority w:val="99"/>
    <w:rsid w:val="00897AC3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69343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3">
    <w:name w:val="c13"/>
    <w:basedOn w:val="Normal"/>
    <w:uiPriority w:val="99"/>
    <w:rsid w:val="00B535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DefaultParagraphFont"/>
    <w:uiPriority w:val="99"/>
    <w:rsid w:val="00B53571"/>
    <w:rPr>
      <w:rFonts w:cs="Times New Roman"/>
    </w:rPr>
  </w:style>
  <w:style w:type="paragraph" w:customStyle="1" w:styleId="c15">
    <w:name w:val="c15"/>
    <w:basedOn w:val="Normal"/>
    <w:uiPriority w:val="99"/>
    <w:rsid w:val="00B535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3209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9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9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590</TotalTime>
  <Pages>8</Pages>
  <Words>1668</Words>
  <Characters>9512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user</cp:lastModifiedBy>
  <cp:revision>16</cp:revision>
  <dcterms:created xsi:type="dcterms:W3CDTF">2013-07-26T13:22:00Z</dcterms:created>
  <dcterms:modified xsi:type="dcterms:W3CDTF">2020-12-13T17:57:00Z</dcterms:modified>
</cp:coreProperties>
</file>